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8" w:type="dxa"/>
        <w:tblLook w:val="04A0"/>
      </w:tblPr>
      <w:tblGrid>
        <w:gridCol w:w="270"/>
        <w:gridCol w:w="8370"/>
        <w:gridCol w:w="2770"/>
        <w:gridCol w:w="247"/>
      </w:tblGrid>
      <w:tr w:rsidR="00ED01F3" w:rsidRPr="00A6084B" w:rsidTr="006014E1">
        <w:trPr>
          <w:trHeight w:val="109"/>
        </w:trPr>
        <w:tc>
          <w:tcPr>
            <w:tcW w:w="270" w:type="dxa"/>
            <w:shd w:val="clear" w:color="auto" w:fill="739600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140" w:type="dxa"/>
            <w:gridSpan w:val="2"/>
            <w:shd w:val="clear" w:color="auto" w:fill="739600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" w:type="dxa"/>
            <w:shd w:val="clear" w:color="auto" w:fill="739600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</w:rPr>
            </w:pPr>
          </w:p>
        </w:tc>
      </w:tr>
      <w:tr w:rsidR="00ED01F3" w:rsidRPr="00A6084B" w:rsidTr="006014E1">
        <w:trPr>
          <w:trHeight w:val="74"/>
        </w:trPr>
        <w:tc>
          <w:tcPr>
            <w:tcW w:w="270" w:type="dxa"/>
            <w:shd w:val="clear" w:color="auto" w:fill="auto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11140" w:type="dxa"/>
            <w:gridSpan w:val="2"/>
            <w:shd w:val="clear" w:color="auto" w:fill="auto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47" w:type="dxa"/>
            <w:shd w:val="clear" w:color="auto" w:fill="auto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ED01F3" w:rsidRPr="00A6084B" w:rsidTr="006014E1">
        <w:trPr>
          <w:trHeight w:val="106"/>
        </w:trPr>
        <w:tc>
          <w:tcPr>
            <w:tcW w:w="270" w:type="dxa"/>
            <w:shd w:val="clear" w:color="auto" w:fill="5A85D7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70" w:type="dxa"/>
            <w:shd w:val="clear" w:color="auto" w:fill="5A85D7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0" w:type="dxa"/>
            <w:shd w:val="clear" w:color="auto" w:fill="E98300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" w:type="dxa"/>
            <w:shd w:val="clear" w:color="auto" w:fill="5A85D7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01F3" w:rsidRPr="00A6084B" w:rsidTr="006014E1">
        <w:trPr>
          <w:trHeight w:val="74"/>
        </w:trPr>
        <w:tc>
          <w:tcPr>
            <w:tcW w:w="270" w:type="dxa"/>
            <w:shd w:val="clear" w:color="auto" w:fill="auto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11140" w:type="dxa"/>
            <w:gridSpan w:val="2"/>
            <w:shd w:val="clear" w:color="auto" w:fill="auto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47" w:type="dxa"/>
            <w:shd w:val="clear" w:color="auto" w:fill="auto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D01F3" w:rsidRPr="001065AB" w:rsidTr="006014E1">
        <w:trPr>
          <w:trHeight w:val="11322"/>
        </w:trPr>
        <w:tc>
          <w:tcPr>
            <w:tcW w:w="270" w:type="dxa"/>
            <w:shd w:val="clear" w:color="auto" w:fill="auto"/>
          </w:tcPr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11140" w:type="dxa"/>
            <w:gridSpan w:val="2"/>
            <w:shd w:val="clear" w:color="auto" w:fill="auto"/>
          </w:tcPr>
          <w:p w:rsidR="00ED01F3" w:rsidRPr="001065AB" w:rsidRDefault="00ED01F3" w:rsidP="006014E1">
            <w:pPr>
              <w:rPr>
                <w:b/>
              </w:rPr>
            </w:pPr>
          </w:p>
          <w:tbl>
            <w:tblPr>
              <w:tblW w:w="10867" w:type="dxa"/>
              <w:tblLook w:val="04A0"/>
            </w:tblPr>
            <w:tblGrid>
              <w:gridCol w:w="5350"/>
              <w:gridCol w:w="5517"/>
            </w:tblGrid>
            <w:tr w:rsidR="00ED01F3" w:rsidRPr="001065AB" w:rsidTr="006014E1">
              <w:trPr>
                <w:cantSplit/>
                <w:trHeight w:val="10637"/>
              </w:trPr>
              <w:tc>
                <w:tcPr>
                  <w:tcW w:w="5350" w:type="dxa"/>
                  <w:textDirection w:val="tbRl"/>
                </w:tcPr>
                <w:p w:rsidR="00ED01F3" w:rsidRPr="00CF1E69" w:rsidRDefault="00ED01F3" w:rsidP="006014E1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:rsidR="00ED01F3" w:rsidRPr="00CF1E69" w:rsidRDefault="00ED01F3" w:rsidP="006014E1">
                  <w:pPr>
                    <w:jc w:val="center"/>
                    <w:rPr>
                      <w:rFonts w:ascii="Arial" w:hAnsi="Arial" w:cs="Arial"/>
                      <w:b/>
                      <w:bCs/>
                      <w:sz w:val="96"/>
                      <w:szCs w:val="9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96"/>
                      <w:szCs w:val="96"/>
                    </w:rPr>
                    <w:t>Private &amp; Public Laboratorians</w:t>
                  </w:r>
                </w:p>
                <w:p w:rsidR="00ED01F3" w:rsidRPr="00CF1E69" w:rsidRDefault="00ED01F3" w:rsidP="006014E1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</w:tc>
              <w:tc>
                <w:tcPr>
                  <w:tcW w:w="5517" w:type="dxa"/>
                  <w:textDirection w:val="btLr"/>
                </w:tcPr>
                <w:p w:rsidR="00ED01F3" w:rsidRDefault="00ED01F3" w:rsidP="006014E1">
                  <w:pPr>
                    <w:ind w:left="113" w:right="113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:rsidR="00ED01F3" w:rsidRPr="00CF1E69" w:rsidRDefault="00ED01F3" w:rsidP="006014E1">
                  <w:pPr>
                    <w:jc w:val="center"/>
                    <w:rPr>
                      <w:rFonts w:ascii="Arial" w:hAnsi="Arial" w:cs="Arial"/>
                      <w:b/>
                      <w:bCs/>
                      <w:sz w:val="96"/>
                      <w:szCs w:val="9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96"/>
                      <w:szCs w:val="96"/>
                    </w:rPr>
                    <w:t>Private &amp; Public</w:t>
                  </w:r>
                  <w:r w:rsidRPr="00CF1E69">
                    <w:rPr>
                      <w:rFonts w:ascii="Arial" w:hAnsi="Arial" w:cs="Arial"/>
                      <w:b/>
                      <w:bCs/>
                      <w:sz w:val="96"/>
                      <w:szCs w:val="96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bCs/>
                      <w:sz w:val="96"/>
                      <w:szCs w:val="96"/>
                    </w:rPr>
                    <w:t>Laboratorians</w:t>
                  </w:r>
                </w:p>
                <w:p w:rsidR="00ED01F3" w:rsidRPr="001065AB" w:rsidRDefault="00ED01F3" w:rsidP="006014E1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</w:tc>
            </w:tr>
          </w:tbl>
          <w:p w:rsidR="00ED01F3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47" w:type="dxa"/>
            <w:shd w:val="clear" w:color="auto" w:fill="auto"/>
          </w:tcPr>
          <w:p w:rsidR="00ED01F3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ED01F3" w:rsidRPr="00A6084B" w:rsidTr="006014E1">
        <w:trPr>
          <w:trHeight w:val="106"/>
        </w:trPr>
        <w:tc>
          <w:tcPr>
            <w:tcW w:w="270" w:type="dxa"/>
            <w:shd w:val="clear" w:color="auto" w:fill="5A85D7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70" w:type="dxa"/>
            <w:shd w:val="clear" w:color="auto" w:fill="5A85D7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0" w:type="dxa"/>
            <w:shd w:val="clear" w:color="auto" w:fill="E98300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" w:type="dxa"/>
            <w:shd w:val="clear" w:color="auto" w:fill="5A85D7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01F3" w:rsidRPr="00A6084B" w:rsidTr="006014E1">
        <w:trPr>
          <w:trHeight w:val="106"/>
        </w:trPr>
        <w:tc>
          <w:tcPr>
            <w:tcW w:w="270" w:type="dxa"/>
            <w:shd w:val="clear" w:color="auto" w:fill="auto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11140" w:type="dxa"/>
            <w:gridSpan w:val="2"/>
            <w:shd w:val="clear" w:color="auto" w:fill="auto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47" w:type="dxa"/>
            <w:shd w:val="clear" w:color="auto" w:fill="auto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ED01F3" w:rsidRPr="00A6084B" w:rsidTr="006014E1">
        <w:trPr>
          <w:trHeight w:val="234"/>
        </w:trPr>
        <w:tc>
          <w:tcPr>
            <w:tcW w:w="270" w:type="dxa"/>
            <w:shd w:val="clear" w:color="auto" w:fill="739600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87" w:type="dxa"/>
            <w:gridSpan w:val="3"/>
            <w:shd w:val="clear" w:color="auto" w:fill="739600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</w:rPr>
            </w:pPr>
          </w:p>
        </w:tc>
      </w:tr>
      <w:tr w:rsidR="00ED01F3" w:rsidRPr="00A6084B" w:rsidTr="006014E1">
        <w:trPr>
          <w:trHeight w:val="333"/>
        </w:trPr>
        <w:tc>
          <w:tcPr>
            <w:tcW w:w="270" w:type="dxa"/>
            <w:shd w:val="clear" w:color="auto" w:fill="739600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140" w:type="dxa"/>
            <w:gridSpan w:val="2"/>
            <w:shd w:val="clear" w:color="auto" w:fill="739600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" w:type="dxa"/>
            <w:shd w:val="clear" w:color="auto" w:fill="739600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</w:rPr>
            </w:pPr>
          </w:p>
        </w:tc>
      </w:tr>
      <w:tr w:rsidR="00ED01F3" w:rsidRPr="00A6084B" w:rsidTr="006014E1">
        <w:trPr>
          <w:trHeight w:val="74"/>
        </w:trPr>
        <w:tc>
          <w:tcPr>
            <w:tcW w:w="270" w:type="dxa"/>
            <w:shd w:val="clear" w:color="auto" w:fill="auto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11140" w:type="dxa"/>
            <w:gridSpan w:val="2"/>
            <w:shd w:val="clear" w:color="auto" w:fill="auto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47" w:type="dxa"/>
            <w:shd w:val="clear" w:color="auto" w:fill="auto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ED01F3" w:rsidRPr="00A6084B" w:rsidTr="006014E1">
        <w:trPr>
          <w:trHeight w:val="106"/>
        </w:trPr>
        <w:tc>
          <w:tcPr>
            <w:tcW w:w="270" w:type="dxa"/>
            <w:shd w:val="clear" w:color="auto" w:fill="5A85D7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70" w:type="dxa"/>
            <w:shd w:val="clear" w:color="auto" w:fill="5A85D7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0" w:type="dxa"/>
            <w:shd w:val="clear" w:color="auto" w:fill="E98300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" w:type="dxa"/>
            <w:shd w:val="clear" w:color="auto" w:fill="5A85D7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01F3" w:rsidRPr="00A6084B" w:rsidTr="006014E1">
        <w:trPr>
          <w:trHeight w:val="74"/>
        </w:trPr>
        <w:tc>
          <w:tcPr>
            <w:tcW w:w="270" w:type="dxa"/>
            <w:shd w:val="clear" w:color="auto" w:fill="auto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11140" w:type="dxa"/>
            <w:gridSpan w:val="2"/>
            <w:shd w:val="clear" w:color="auto" w:fill="auto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47" w:type="dxa"/>
            <w:shd w:val="clear" w:color="auto" w:fill="auto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D01F3" w:rsidRPr="001065AB" w:rsidTr="006014E1">
        <w:trPr>
          <w:trHeight w:val="109"/>
        </w:trPr>
        <w:tc>
          <w:tcPr>
            <w:tcW w:w="270" w:type="dxa"/>
            <w:shd w:val="clear" w:color="auto" w:fill="auto"/>
          </w:tcPr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11140" w:type="dxa"/>
            <w:gridSpan w:val="2"/>
            <w:shd w:val="clear" w:color="auto" w:fill="auto"/>
          </w:tcPr>
          <w:p w:rsidR="00ED01F3" w:rsidRPr="001065AB" w:rsidRDefault="00ED01F3" w:rsidP="006014E1">
            <w:pPr>
              <w:rPr>
                <w:b/>
              </w:rPr>
            </w:pPr>
          </w:p>
          <w:tbl>
            <w:tblPr>
              <w:tblW w:w="10902" w:type="dxa"/>
              <w:tblLook w:val="04A0"/>
            </w:tblPr>
            <w:tblGrid>
              <w:gridCol w:w="5451"/>
              <w:gridCol w:w="5451"/>
            </w:tblGrid>
            <w:tr w:rsidR="00ED01F3" w:rsidRPr="001065AB" w:rsidTr="006014E1">
              <w:trPr>
                <w:cantSplit/>
                <w:trHeight w:val="10609"/>
              </w:trPr>
              <w:tc>
                <w:tcPr>
                  <w:tcW w:w="5451" w:type="dxa"/>
                  <w:textDirection w:val="tbRl"/>
                </w:tcPr>
                <w:p w:rsidR="00ED01F3" w:rsidRDefault="00ED01F3" w:rsidP="006014E1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:rsidR="00ED01F3" w:rsidRDefault="00ED01F3" w:rsidP="006014E1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:rsidR="00ED01F3" w:rsidRPr="00CF1E69" w:rsidRDefault="00ED01F3" w:rsidP="006014E1">
                  <w:pPr>
                    <w:jc w:val="center"/>
                    <w:rPr>
                      <w:rFonts w:ascii="Arial" w:hAnsi="Arial" w:cs="Arial"/>
                      <w:b/>
                      <w:bCs/>
                      <w:sz w:val="96"/>
                      <w:szCs w:val="9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96"/>
                      <w:szCs w:val="96"/>
                    </w:rPr>
                    <w:t>Private &amp; Public Health Care Providers</w:t>
                  </w:r>
                </w:p>
                <w:p w:rsidR="00ED01F3" w:rsidRPr="001065AB" w:rsidRDefault="00ED01F3" w:rsidP="006014E1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</w:tc>
              <w:tc>
                <w:tcPr>
                  <w:tcW w:w="5451" w:type="dxa"/>
                  <w:textDirection w:val="btLr"/>
                </w:tcPr>
                <w:p w:rsidR="00ED01F3" w:rsidRDefault="00ED01F3" w:rsidP="006014E1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:rsidR="00ED01F3" w:rsidRDefault="00ED01F3" w:rsidP="006014E1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:rsidR="00ED01F3" w:rsidRPr="00CF1E69" w:rsidRDefault="00ED01F3" w:rsidP="006014E1">
                  <w:pPr>
                    <w:jc w:val="center"/>
                    <w:rPr>
                      <w:rFonts w:ascii="Arial" w:hAnsi="Arial" w:cs="Arial"/>
                      <w:b/>
                      <w:bCs/>
                      <w:sz w:val="96"/>
                      <w:szCs w:val="9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96"/>
                      <w:szCs w:val="96"/>
                    </w:rPr>
                    <w:t>Private &amp; Public Health Care Providers</w:t>
                  </w:r>
                </w:p>
                <w:p w:rsidR="00ED01F3" w:rsidRPr="001065AB" w:rsidRDefault="00ED01F3" w:rsidP="006014E1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</w:tc>
            </w:tr>
          </w:tbl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47" w:type="dxa"/>
            <w:shd w:val="clear" w:color="auto" w:fill="auto"/>
          </w:tcPr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ED01F3" w:rsidRPr="00A6084B" w:rsidTr="006014E1">
        <w:trPr>
          <w:trHeight w:val="106"/>
        </w:trPr>
        <w:tc>
          <w:tcPr>
            <w:tcW w:w="270" w:type="dxa"/>
            <w:shd w:val="clear" w:color="auto" w:fill="5A85D7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70" w:type="dxa"/>
            <w:shd w:val="clear" w:color="auto" w:fill="5A85D7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0" w:type="dxa"/>
            <w:shd w:val="clear" w:color="auto" w:fill="E98300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" w:type="dxa"/>
            <w:shd w:val="clear" w:color="auto" w:fill="5A85D7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01F3" w:rsidRPr="00A6084B" w:rsidTr="006014E1">
        <w:trPr>
          <w:trHeight w:val="106"/>
        </w:trPr>
        <w:tc>
          <w:tcPr>
            <w:tcW w:w="270" w:type="dxa"/>
            <w:shd w:val="clear" w:color="auto" w:fill="auto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11140" w:type="dxa"/>
            <w:gridSpan w:val="2"/>
            <w:shd w:val="clear" w:color="auto" w:fill="auto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47" w:type="dxa"/>
            <w:shd w:val="clear" w:color="auto" w:fill="auto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ED01F3" w:rsidRPr="00A6084B" w:rsidTr="006014E1">
        <w:trPr>
          <w:trHeight w:val="234"/>
        </w:trPr>
        <w:tc>
          <w:tcPr>
            <w:tcW w:w="270" w:type="dxa"/>
            <w:shd w:val="clear" w:color="auto" w:fill="739600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87" w:type="dxa"/>
            <w:gridSpan w:val="3"/>
            <w:shd w:val="clear" w:color="auto" w:fill="739600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</w:rPr>
            </w:pPr>
          </w:p>
        </w:tc>
      </w:tr>
    </w:tbl>
    <w:p w:rsidR="00ED01F3" w:rsidRDefault="00ED01F3" w:rsidP="00ED01F3">
      <w:pPr>
        <w:rPr>
          <w:rFonts w:ascii="Arial" w:hAnsi="Arial" w:cs="Arial"/>
        </w:rPr>
      </w:pPr>
    </w:p>
    <w:tbl>
      <w:tblPr>
        <w:tblW w:w="0" w:type="auto"/>
        <w:tblInd w:w="18" w:type="dxa"/>
        <w:tblLook w:val="04A0"/>
      </w:tblPr>
      <w:tblGrid>
        <w:gridCol w:w="270"/>
        <w:gridCol w:w="8205"/>
        <w:gridCol w:w="165"/>
        <w:gridCol w:w="2770"/>
        <w:gridCol w:w="14"/>
        <w:gridCol w:w="233"/>
        <w:gridCol w:w="17"/>
      </w:tblGrid>
      <w:tr w:rsidR="00ED01F3" w:rsidRPr="00A6084B" w:rsidTr="006014E1">
        <w:trPr>
          <w:trHeight w:val="341"/>
        </w:trPr>
        <w:tc>
          <w:tcPr>
            <w:tcW w:w="11424" w:type="dxa"/>
            <w:gridSpan w:val="5"/>
            <w:shd w:val="clear" w:color="auto" w:fill="739600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0" w:type="dxa"/>
            <w:gridSpan w:val="2"/>
            <w:shd w:val="clear" w:color="auto" w:fill="739600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</w:rPr>
            </w:pPr>
          </w:p>
        </w:tc>
      </w:tr>
      <w:tr w:rsidR="00ED01F3" w:rsidRPr="00A6084B" w:rsidTr="006014E1">
        <w:trPr>
          <w:trHeight w:val="76"/>
        </w:trPr>
        <w:tc>
          <w:tcPr>
            <w:tcW w:w="11424" w:type="dxa"/>
            <w:gridSpan w:val="5"/>
            <w:shd w:val="clear" w:color="auto" w:fill="auto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50" w:type="dxa"/>
            <w:gridSpan w:val="2"/>
            <w:shd w:val="clear" w:color="auto" w:fill="auto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ED01F3" w:rsidRPr="00A6084B" w:rsidTr="006014E1">
        <w:trPr>
          <w:trHeight w:val="109"/>
        </w:trPr>
        <w:tc>
          <w:tcPr>
            <w:tcW w:w="8475" w:type="dxa"/>
            <w:gridSpan w:val="2"/>
            <w:shd w:val="clear" w:color="auto" w:fill="5A85D7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9" w:type="dxa"/>
            <w:gridSpan w:val="3"/>
            <w:shd w:val="clear" w:color="auto" w:fill="E98300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dxa"/>
            <w:gridSpan w:val="2"/>
            <w:shd w:val="clear" w:color="auto" w:fill="5A85D7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01F3" w:rsidRPr="00A6084B" w:rsidTr="006014E1">
        <w:trPr>
          <w:trHeight w:val="180"/>
        </w:trPr>
        <w:tc>
          <w:tcPr>
            <w:tcW w:w="11424" w:type="dxa"/>
            <w:gridSpan w:val="5"/>
            <w:shd w:val="clear" w:color="auto" w:fill="auto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50" w:type="dxa"/>
            <w:gridSpan w:val="2"/>
            <w:shd w:val="clear" w:color="auto" w:fill="auto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D01F3" w:rsidRPr="001065AB" w:rsidTr="006014E1">
        <w:trPr>
          <w:trHeight w:val="11441"/>
        </w:trPr>
        <w:tc>
          <w:tcPr>
            <w:tcW w:w="11424" w:type="dxa"/>
            <w:gridSpan w:val="5"/>
            <w:shd w:val="clear" w:color="auto" w:fill="auto"/>
          </w:tcPr>
          <w:p w:rsidR="00ED01F3" w:rsidRPr="001065AB" w:rsidRDefault="00ED01F3" w:rsidP="006014E1">
            <w:pPr>
              <w:rPr>
                <w:b/>
              </w:rPr>
            </w:pPr>
          </w:p>
          <w:tbl>
            <w:tblPr>
              <w:tblW w:w="11184" w:type="dxa"/>
              <w:tblInd w:w="2" w:type="dxa"/>
              <w:tblLook w:val="04A0"/>
            </w:tblPr>
            <w:tblGrid>
              <w:gridCol w:w="5892"/>
              <w:gridCol w:w="5292"/>
            </w:tblGrid>
            <w:tr w:rsidR="00ED01F3" w:rsidRPr="001065AB" w:rsidTr="006014E1">
              <w:trPr>
                <w:cantSplit/>
                <w:trHeight w:val="10658"/>
              </w:trPr>
              <w:tc>
                <w:tcPr>
                  <w:tcW w:w="5892" w:type="dxa"/>
                  <w:textDirection w:val="tbRl"/>
                </w:tcPr>
                <w:p w:rsidR="00ED01F3" w:rsidRDefault="00ED01F3" w:rsidP="006014E1">
                  <w:pPr>
                    <w:jc w:val="center"/>
                    <w:rPr>
                      <w:rFonts w:ascii="Arial" w:hAnsi="Arial" w:cs="Arial"/>
                      <w:b/>
                      <w:bCs/>
                      <w:sz w:val="96"/>
                      <w:szCs w:val="96"/>
                    </w:rPr>
                  </w:pPr>
                </w:p>
                <w:p w:rsidR="00ED01F3" w:rsidRPr="00CF1E69" w:rsidRDefault="00ED01F3" w:rsidP="006014E1">
                  <w:pPr>
                    <w:jc w:val="center"/>
                    <w:rPr>
                      <w:rFonts w:ascii="Arial" w:hAnsi="Arial" w:cs="Arial"/>
                      <w:b/>
                      <w:bCs/>
                      <w:sz w:val="96"/>
                      <w:szCs w:val="96"/>
                    </w:rPr>
                  </w:pPr>
                </w:p>
                <w:p w:rsidR="00ED01F3" w:rsidRPr="001065AB" w:rsidRDefault="00ED01F3" w:rsidP="006014E1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  <w:r>
                    <w:rPr>
                      <w:rFonts w:ascii="Arial" w:hAnsi="Arial" w:cs="Arial"/>
                      <w:b/>
                      <w:sz w:val="96"/>
                      <w:szCs w:val="96"/>
                    </w:rPr>
                    <w:t>Epidemiologists</w:t>
                  </w:r>
                  <w:r>
                    <w:rPr>
                      <w:rFonts w:ascii="Arial" w:hAnsi="Arial" w:cs="Arial"/>
                      <w:b/>
                      <w:sz w:val="96"/>
                      <w:szCs w:val="96"/>
                    </w:rPr>
                    <w:br/>
                  </w:r>
                  <w:r w:rsidRPr="006022B9">
                    <w:rPr>
                      <w:rFonts w:ascii="Arial" w:hAnsi="Arial" w:cs="Arial"/>
                      <w:b/>
                      <w:sz w:val="72"/>
                      <w:szCs w:val="72"/>
                    </w:rPr>
                    <w:t>Local, State, Tribal, &amp; Territorial</w:t>
                  </w:r>
                </w:p>
              </w:tc>
              <w:tc>
                <w:tcPr>
                  <w:tcW w:w="5292" w:type="dxa"/>
                  <w:textDirection w:val="btLr"/>
                </w:tcPr>
                <w:p w:rsidR="00ED01F3" w:rsidRDefault="00ED01F3" w:rsidP="006014E1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:rsidR="00ED01F3" w:rsidRDefault="00ED01F3" w:rsidP="006014E1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:rsidR="00ED01F3" w:rsidRPr="002F14CA" w:rsidRDefault="00ED01F3" w:rsidP="006014E1">
                  <w:pPr>
                    <w:pStyle w:val="Bullet1"/>
                    <w:numPr>
                      <w:ilvl w:val="0"/>
                      <w:numId w:val="0"/>
                    </w:numPr>
                    <w:jc w:val="center"/>
                    <w:rPr>
                      <w:rFonts w:ascii="Arial" w:hAnsi="Arial" w:cs="Arial"/>
                      <w:sz w:val="96"/>
                      <w:szCs w:val="96"/>
                    </w:rPr>
                  </w:pPr>
                  <w:r>
                    <w:rPr>
                      <w:rFonts w:ascii="Arial" w:hAnsi="Arial" w:cs="Arial"/>
                      <w:b/>
                      <w:sz w:val="96"/>
                      <w:szCs w:val="96"/>
                    </w:rPr>
                    <w:t>Epidemiologists</w:t>
                  </w:r>
                  <w:r>
                    <w:rPr>
                      <w:rFonts w:ascii="Arial" w:hAnsi="Arial" w:cs="Arial"/>
                      <w:b/>
                      <w:sz w:val="96"/>
                      <w:szCs w:val="96"/>
                    </w:rPr>
                    <w:br/>
                  </w:r>
                  <w:r w:rsidRPr="00ED01F3">
                    <w:rPr>
                      <w:rFonts w:ascii="Arial" w:hAnsi="Arial" w:cs="Arial"/>
                      <w:b/>
                      <w:sz w:val="72"/>
                      <w:szCs w:val="72"/>
                    </w:rPr>
                    <w:t>Local,</w:t>
                  </w:r>
                  <w:r w:rsidR="006022B9">
                    <w:rPr>
                      <w:rFonts w:ascii="Arial" w:hAnsi="Arial" w:cs="Arial"/>
                      <w:b/>
                      <w:sz w:val="72"/>
                      <w:szCs w:val="72"/>
                    </w:rPr>
                    <w:t xml:space="preserve"> State, Tribal &amp;</w:t>
                  </w:r>
                  <w:r w:rsidRPr="00ED01F3">
                    <w:rPr>
                      <w:rFonts w:ascii="Arial" w:hAnsi="Arial" w:cs="Arial"/>
                      <w:b/>
                      <w:sz w:val="72"/>
                      <w:szCs w:val="72"/>
                    </w:rPr>
                    <w:t xml:space="preserve">  Territorial</w:t>
                  </w:r>
                </w:p>
                <w:p w:rsidR="00ED01F3" w:rsidRPr="001065AB" w:rsidRDefault="00ED01F3" w:rsidP="006014E1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</w:tc>
            </w:tr>
          </w:tbl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50" w:type="dxa"/>
            <w:gridSpan w:val="2"/>
            <w:shd w:val="clear" w:color="auto" w:fill="auto"/>
          </w:tcPr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ED01F3" w:rsidRPr="00A6084B" w:rsidTr="006014E1">
        <w:trPr>
          <w:trHeight w:val="109"/>
        </w:trPr>
        <w:tc>
          <w:tcPr>
            <w:tcW w:w="8475" w:type="dxa"/>
            <w:gridSpan w:val="2"/>
            <w:shd w:val="clear" w:color="auto" w:fill="5A85D7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9" w:type="dxa"/>
            <w:gridSpan w:val="3"/>
            <w:shd w:val="clear" w:color="auto" w:fill="E98300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dxa"/>
            <w:gridSpan w:val="2"/>
            <w:shd w:val="clear" w:color="auto" w:fill="5A85D7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01F3" w:rsidRPr="00A6084B" w:rsidTr="006014E1">
        <w:trPr>
          <w:trHeight w:val="109"/>
        </w:trPr>
        <w:tc>
          <w:tcPr>
            <w:tcW w:w="11424" w:type="dxa"/>
            <w:gridSpan w:val="5"/>
            <w:shd w:val="clear" w:color="auto" w:fill="auto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50" w:type="dxa"/>
            <w:gridSpan w:val="2"/>
            <w:shd w:val="clear" w:color="auto" w:fill="auto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ED01F3" w:rsidRPr="00A6084B" w:rsidTr="006014E1">
        <w:trPr>
          <w:trHeight w:val="239"/>
        </w:trPr>
        <w:tc>
          <w:tcPr>
            <w:tcW w:w="11674" w:type="dxa"/>
            <w:gridSpan w:val="7"/>
            <w:shd w:val="clear" w:color="auto" w:fill="739600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</w:rPr>
            </w:pPr>
          </w:p>
        </w:tc>
      </w:tr>
      <w:tr w:rsidR="00ED01F3" w:rsidRPr="00A6084B" w:rsidTr="006014E1">
        <w:trPr>
          <w:trHeight w:val="341"/>
        </w:trPr>
        <w:tc>
          <w:tcPr>
            <w:tcW w:w="11424" w:type="dxa"/>
            <w:gridSpan w:val="5"/>
            <w:shd w:val="clear" w:color="auto" w:fill="739600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0" w:type="dxa"/>
            <w:gridSpan w:val="2"/>
            <w:shd w:val="clear" w:color="auto" w:fill="739600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</w:rPr>
            </w:pPr>
          </w:p>
        </w:tc>
      </w:tr>
      <w:tr w:rsidR="00ED01F3" w:rsidRPr="00A6084B" w:rsidTr="006014E1">
        <w:trPr>
          <w:trHeight w:val="76"/>
        </w:trPr>
        <w:tc>
          <w:tcPr>
            <w:tcW w:w="11424" w:type="dxa"/>
            <w:gridSpan w:val="5"/>
            <w:shd w:val="clear" w:color="auto" w:fill="auto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50" w:type="dxa"/>
            <w:gridSpan w:val="2"/>
            <w:shd w:val="clear" w:color="auto" w:fill="auto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ED01F3" w:rsidRPr="00A6084B" w:rsidTr="006014E1">
        <w:trPr>
          <w:trHeight w:val="109"/>
        </w:trPr>
        <w:tc>
          <w:tcPr>
            <w:tcW w:w="8475" w:type="dxa"/>
            <w:gridSpan w:val="2"/>
            <w:shd w:val="clear" w:color="auto" w:fill="5A85D7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9" w:type="dxa"/>
            <w:gridSpan w:val="3"/>
            <w:shd w:val="clear" w:color="auto" w:fill="E98300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dxa"/>
            <w:gridSpan w:val="2"/>
            <w:shd w:val="clear" w:color="auto" w:fill="5A85D7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01F3" w:rsidRPr="00A6084B" w:rsidTr="006014E1">
        <w:trPr>
          <w:trHeight w:val="180"/>
        </w:trPr>
        <w:tc>
          <w:tcPr>
            <w:tcW w:w="11424" w:type="dxa"/>
            <w:gridSpan w:val="5"/>
            <w:shd w:val="clear" w:color="auto" w:fill="auto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50" w:type="dxa"/>
            <w:gridSpan w:val="2"/>
            <w:shd w:val="clear" w:color="auto" w:fill="auto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D01F3" w:rsidRPr="001065AB" w:rsidTr="006014E1">
        <w:trPr>
          <w:trHeight w:val="11441"/>
        </w:trPr>
        <w:tc>
          <w:tcPr>
            <w:tcW w:w="11424" w:type="dxa"/>
            <w:gridSpan w:val="5"/>
            <w:shd w:val="clear" w:color="auto" w:fill="auto"/>
          </w:tcPr>
          <w:p w:rsidR="00ED01F3" w:rsidRPr="001065AB" w:rsidRDefault="00ED01F3" w:rsidP="006014E1">
            <w:pPr>
              <w:rPr>
                <w:b/>
              </w:rPr>
            </w:pPr>
          </w:p>
          <w:tbl>
            <w:tblPr>
              <w:tblW w:w="11184" w:type="dxa"/>
              <w:tblInd w:w="2" w:type="dxa"/>
              <w:tblLook w:val="04A0"/>
            </w:tblPr>
            <w:tblGrid>
              <w:gridCol w:w="5592"/>
              <w:gridCol w:w="5592"/>
            </w:tblGrid>
            <w:tr w:rsidR="00ED01F3" w:rsidRPr="001065AB" w:rsidTr="006014E1">
              <w:trPr>
                <w:cantSplit/>
                <w:trHeight w:val="10658"/>
              </w:trPr>
              <w:tc>
                <w:tcPr>
                  <w:tcW w:w="5592" w:type="dxa"/>
                  <w:textDirection w:val="tbRl"/>
                </w:tcPr>
                <w:p w:rsidR="00ED01F3" w:rsidRDefault="00ED01F3" w:rsidP="006014E1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:rsidR="00ED01F3" w:rsidRDefault="00ED01F3" w:rsidP="006014E1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:rsidR="00ED01F3" w:rsidRPr="001065AB" w:rsidRDefault="00ED01F3" w:rsidP="00ED01F3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  <w:r>
                    <w:rPr>
                      <w:rFonts w:ascii="Arial" w:hAnsi="Arial" w:cs="Arial"/>
                      <w:b/>
                      <w:sz w:val="96"/>
                      <w:szCs w:val="96"/>
                    </w:rPr>
                    <w:t>School Officials</w:t>
                  </w:r>
                </w:p>
              </w:tc>
              <w:tc>
                <w:tcPr>
                  <w:tcW w:w="5592" w:type="dxa"/>
                  <w:textDirection w:val="btLr"/>
                </w:tcPr>
                <w:p w:rsidR="00ED01F3" w:rsidRDefault="00ED01F3" w:rsidP="006014E1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:rsidR="00ED01F3" w:rsidRDefault="00ED01F3" w:rsidP="006014E1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:rsidR="00ED01F3" w:rsidRPr="0018666A" w:rsidRDefault="00ED01F3" w:rsidP="006014E1">
                  <w:pPr>
                    <w:pStyle w:val="HPHNumberedList"/>
                    <w:numPr>
                      <w:ilvl w:val="0"/>
                      <w:numId w:val="0"/>
                    </w:numPr>
                    <w:jc w:val="center"/>
                    <w:rPr>
                      <w:b/>
                      <w:sz w:val="96"/>
                      <w:szCs w:val="96"/>
                    </w:rPr>
                  </w:pPr>
                  <w:r>
                    <w:rPr>
                      <w:b/>
                      <w:sz w:val="96"/>
                      <w:szCs w:val="96"/>
                    </w:rPr>
                    <w:t>School Officials</w:t>
                  </w:r>
                </w:p>
                <w:p w:rsidR="00ED01F3" w:rsidRPr="0018666A" w:rsidRDefault="00ED01F3" w:rsidP="006014E1">
                  <w:pPr>
                    <w:pStyle w:val="HPHNumberedList"/>
                    <w:numPr>
                      <w:ilvl w:val="0"/>
                      <w:numId w:val="0"/>
                    </w:numPr>
                    <w:jc w:val="center"/>
                    <w:rPr>
                      <w:sz w:val="96"/>
                      <w:szCs w:val="96"/>
                    </w:rPr>
                  </w:pPr>
                  <w:r w:rsidRPr="0018666A">
                    <w:rPr>
                      <w:b/>
                      <w:sz w:val="96"/>
                      <w:szCs w:val="96"/>
                    </w:rPr>
                    <w:t xml:space="preserve"> </w:t>
                  </w:r>
                </w:p>
                <w:p w:rsidR="00ED01F3" w:rsidRPr="001065AB" w:rsidRDefault="00ED01F3" w:rsidP="006014E1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</w:tc>
            </w:tr>
          </w:tbl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50" w:type="dxa"/>
            <w:gridSpan w:val="2"/>
            <w:shd w:val="clear" w:color="auto" w:fill="auto"/>
          </w:tcPr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ED01F3" w:rsidRPr="00A6084B" w:rsidTr="006014E1">
        <w:trPr>
          <w:trHeight w:val="109"/>
        </w:trPr>
        <w:tc>
          <w:tcPr>
            <w:tcW w:w="8475" w:type="dxa"/>
            <w:gridSpan w:val="2"/>
            <w:shd w:val="clear" w:color="auto" w:fill="5A85D7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9" w:type="dxa"/>
            <w:gridSpan w:val="3"/>
            <w:shd w:val="clear" w:color="auto" w:fill="E98300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dxa"/>
            <w:gridSpan w:val="2"/>
            <w:shd w:val="clear" w:color="auto" w:fill="5A85D7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01F3" w:rsidRPr="00A6084B" w:rsidTr="006014E1">
        <w:trPr>
          <w:trHeight w:val="109"/>
        </w:trPr>
        <w:tc>
          <w:tcPr>
            <w:tcW w:w="11424" w:type="dxa"/>
            <w:gridSpan w:val="5"/>
            <w:shd w:val="clear" w:color="auto" w:fill="auto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50" w:type="dxa"/>
            <w:gridSpan w:val="2"/>
            <w:shd w:val="clear" w:color="auto" w:fill="auto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ED01F3" w:rsidRPr="00A6084B" w:rsidTr="006014E1">
        <w:trPr>
          <w:trHeight w:val="239"/>
        </w:trPr>
        <w:tc>
          <w:tcPr>
            <w:tcW w:w="11674" w:type="dxa"/>
            <w:gridSpan w:val="7"/>
            <w:shd w:val="clear" w:color="auto" w:fill="739600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</w:rPr>
            </w:pPr>
          </w:p>
        </w:tc>
      </w:tr>
      <w:tr w:rsidR="00ED01F3" w:rsidRPr="00A6084B" w:rsidTr="006014E1">
        <w:trPr>
          <w:trHeight w:val="341"/>
        </w:trPr>
        <w:tc>
          <w:tcPr>
            <w:tcW w:w="11424" w:type="dxa"/>
            <w:gridSpan w:val="5"/>
            <w:shd w:val="clear" w:color="auto" w:fill="739600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0" w:type="dxa"/>
            <w:gridSpan w:val="2"/>
            <w:shd w:val="clear" w:color="auto" w:fill="739600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</w:rPr>
            </w:pPr>
          </w:p>
        </w:tc>
      </w:tr>
      <w:tr w:rsidR="00ED01F3" w:rsidRPr="00A6084B" w:rsidTr="006014E1">
        <w:trPr>
          <w:trHeight w:val="76"/>
        </w:trPr>
        <w:tc>
          <w:tcPr>
            <w:tcW w:w="11424" w:type="dxa"/>
            <w:gridSpan w:val="5"/>
            <w:shd w:val="clear" w:color="auto" w:fill="auto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50" w:type="dxa"/>
            <w:gridSpan w:val="2"/>
            <w:shd w:val="clear" w:color="auto" w:fill="auto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ED01F3" w:rsidRPr="00A6084B" w:rsidTr="006014E1">
        <w:trPr>
          <w:trHeight w:val="109"/>
        </w:trPr>
        <w:tc>
          <w:tcPr>
            <w:tcW w:w="8475" w:type="dxa"/>
            <w:gridSpan w:val="2"/>
            <w:shd w:val="clear" w:color="auto" w:fill="5A85D7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9" w:type="dxa"/>
            <w:gridSpan w:val="3"/>
            <w:shd w:val="clear" w:color="auto" w:fill="E98300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dxa"/>
            <w:gridSpan w:val="2"/>
            <w:shd w:val="clear" w:color="auto" w:fill="5A85D7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01F3" w:rsidRPr="00A6084B" w:rsidTr="006014E1">
        <w:trPr>
          <w:trHeight w:val="180"/>
        </w:trPr>
        <w:tc>
          <w:tcPr>
            <w:tcW w:w="11424" w:type="dxa"/>
            <w:gridSpan w:val="5"/>
            <w:shd w:val="clear" w:color="auto" w:fill="auto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50" w:type="dxa"/>
            <w:gridSpan w:val="2"/>
            <w:shd w:val="clear" w:color="auto" w:fill="auto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D01F3" w:rsidRPr="001065AB" w:rsidTr="006014E1">
        <w:trPr>
          <w:trHeight w:val="11441"/>
        </w:trPr>
        <w:tc>
          <w:tcPr>
            <w:tcW w:w="11424" w:type="dxa"/>
            <w:gridSpan w:val="5"/>
            <w:shd w:val="clear" w:color="auto" w:fill="auto"/>
          </w:tcPr>
          <w:p w:rsidR="00ED01F3" w:rsidRPr="001065AB" w:rsidRDefault="00ED01F3" w:rsidP="006014E1">
            <w:pPr>
              <w:rPr>
                <w:b/>
              </w:rPr>
            </w:pPr>
          </w:p>
          <w:tbl>
            <w:tblPr>
              <w:tblW w:w="11184" w:type="dxa"/>
              <w:tblInd w:w="2" w:type="dxa"/>
              <w:tblLook w:val="04A0"/>
            </w:tblPr>
            <w:tblGrid>
              <w:gridCol w:w="5592"/>
              <w:gridCol w:w="5592"/>
            </w:tblGrid>
            <w:tr w:rsidR="00ED01F3" w:rsidRPr="001065AB" w:rsidTr="006014E1">
              <w:trPr>
                <w:cantSplit/>
                <w:trHeight w:val="10658"/>
              </w:trPr>
              <w:tc>
                <w:tcPr>
                  <w:tcW w:w="5592" w:type="dxa"/>
                  <w:textDirection w:val="tbRl"/>
                </w:tcPr>
                <w:p w:rsidR="00ED01F3" w:rsidRDefault="00ED01F3" w:rsidP="006014E1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:rsidR="00ED01F3" w:rsidRDefault="00ED01F3" w:rsidP="006014E1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:rsidR="00ED01F3" w:rsidRDefault="00ED01F3" w:rsidP="006014E1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  <w:r>
                    <w:rPr>
                      <w:rFonts w:ascii="Arial" w:hAnsi="Arial" w:cs="Arial"/>
                      <w:b/>
                      <w:sz w:val="96"/>
                      <w:szCs w:val="96"/>
                    </w:rPr>
                    <w:t>Federal Agencies</w:t>
                  </w:r>
                </w:p>
                <w:p w:rsidR="00ED01F3" w:rsidRPr="001065AB" w:rsidRDefault="00ED01F3" w:rsidP="006014E1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</w:tc>
              <w:tc>
                <w:tcPr>
                  <w:tcW w:w="5592" w:type="dxa"/>
                  <w:textDirection w:val="btLr"/>
                </w:tcPr>
                <w:p w:rsidR="00ED01F3" w:rsidRDefault="00ED01F3" w:rsidP="006014E1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  <w:r>
                    <w:rPr>
                      <w:rFonts w:ascii="Arial" w:hAnsi="Arial" w:cs="Arial"/>
                      <w:b/>
                      <w:sz w:val="96"/>
                      <w:szCs w:val="96"/>
                    </w:rPr>
                    <w:t xml:space="preserve"> </w:t>
                  </w:r>
                </w:p>
                <w:p w:rsidR="00ED01F3" w:rsidRDefault="00ED01F3" w:rsidP="006014E1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:rsidR="00ED01F3" w:rsidRPr="0018666A" w:rsidRDefault="00ED01F3" w:rsidP="006014E1">
                  <w:pPr>
                    <w:pStyle w:val="HPHNumberedList"/>
                    <w:numPr>
                      <w:ilvl w:val="0"/>
                      <w:numId w:val="0"/>
                    </w:numPr>
                    <w:jc w:val="center"/>
                    <w:rPr>
                      <w:sz w:val="96"/>
                      <w:szCs w:val="96"/>
                    </w:rPr>
                  </w:pPr>
                  <w:r>
                    <w:rPr>
                      <w:b/>
                      <w:sz w:val="96"/>
                      <w:szCs w:val="96"/>
                    </w:rPr>
                    <w:t>Federal Agencies</w:t>
                  </w:r>
                </w:p>
                <w:p w:rsidR="00ED01F3" w:rsidRPr="001065AB" w:rsidRDefault="00ED01F3" w:rsidP="006014E1">
                  <w:pPr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</w:tc>
            </w:tr>
          </w:tbl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50" w:type="dxa"/>
            <w:gridSpan w:val="2"/>
            <w:shd w:val="clear" w:color="auto" w:fill="auto"/>
          </w:tcPr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ED01F3" w:rsidRPr="00A6084B" w:rsidTr="006014E1">
        <w:trPr>
          <w:trHeight w:val="109"/>
        </w:trPr>
        <w:tc>
          <w:tcPr>
            <w:tcW w:w="8475" w:type="dxa"/>
            <w:gridSpan w:val="2"/>
            <w:shd w:val="clear" w:color="auto" w:fill="5A85D7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9" w:type="dxa"/>
            <w:gridSpan w:val="3"/>
            <w:shd w:val="clear" w:color="auto" w:fill="E98300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dxa"/>
            <w:gridSpan w:val="2"/>
            <w:shd w:val="clear" w:color="auto" w:fill="5A85D7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01F3" w:rsidRPr="00A6084B" w:rsidTr="006014E1">
        <w:trPr>
          <w:trHeight w:val="109"/>
        </w:trPr>
        <w:tc>
          <w:tcPr>
            <w:tcW w:w="11424" w:type="dxa"/>
            <w:gridSpan w:val="5"/>
            <w:shd w:val="clear" w:color="auto" w:fill="auto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50" w:type="dxa"/>
            <w:gridSpan w:val="2"/>
            <w:shd w:val="clear" w:color="auto" w:fill="auto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ED01F3" w:rsidRPr="00A6084B" w:rsidTr="006014E1">
        <w:trPr>
          <w:trHeight w:val="239"/>
        </w:trPr>
        <w:tc>
          <w:tcPr>
            <w:tcW w:w="11674" w:type="dxa"/>
            <w:gridSpan w:val="7"/>
            <w:shd w:val="clear" w:color="auto" w:fill="739600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</w:rPr>
            </w:pPr>
          </w:p>
        </w:tc>
      </w:tr>
      <w:tr w:rsidR="00ED01F3" w:rsidRPr="00A6084B" w:rsidTr="006014E1">
        <w:trPr>
          <w:trHeight w:val="341"/>
        </w:trPr>
        <w:tc>
          <w:tcPr>
            <w:tcW w:w="11424" w:type="dxa"/>
            <w:gridSpan w:val="5"/>
            <w:shd w:val="clear" w:color="auto" w:fill="739600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50" w:type="dxa"/>
            <w:gridSpan w:val="2"/>
            <w:shd w:val="clear" w:color="auto" w:fill="739600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</w:rPr>
            </w:pPr>
          </w:p>
        </w:tc>
      </w:tr>
      <w:tr w:rsidR="00ED01F3" w:rsidRPr="00A6084B" w:rsidTr="006014E1">
        <w:trPr>
          <w:trHeight w:val="76"/>
        </w:trPr>
        <w:tc>
          <w:tcPr>
            <w:tcW w:w="11424" w:type="dxa"/>
            <w:gridSpan w:val="5"/>
            <w:shd w:val="clear" w:color="auto" w:fill="auto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50" w:type="dxa"/>
            <w:gridSpan w:val="2"/>
            <w:shd w:val="clear" w:color="auto" w:fill="auto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ED01F3" w:rsidRPr="00A6084B" w:rsidTr="006014E1">
        <w:trPr>
          <w:trHeight w:val="109"/>
        </w:trPr>
        <w:tc>
          <w:tcPr>
            <w:tcW w:w="8475" w:type="dxa"/>
            <w:gridSpan w:val="2"/>
            <w:shd w:val="clear" w:color="auto" w:fill="5A85D7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9" w:type="dxa"/>
            <w:gridSpan w:val="3"/>
            <w:shd w:val="clear" w:color="auto" w:fill="E98300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dxa"/>
            <w:gridSpan w:val="2"/>
            <w:shd w:val="clear" w:color="auto" w:fill="5A85D7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01F3" w:rsidRPr="00A6084B" w:rsidTr="006014E1">
        <w:trPr>
          <w:trHeight w:val="180"/>
        </w:trPr>
        <w:tc>
          <w:tcPr>
            <w:tcW w:w="11424" w:type="dxa"/>
            <w:gridSpan w:val="5"/>
            <w:shd w:val="clear" w:color="auto" w:fill="auto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50" w:type="dxa"/>
            <w:gridSpan w:val="2"/>
            <w:shd w:val="clear" w:color="auto" w:fill="auto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D01F3" w:rsidRPr="001065AB" w:rsidTr="006014E1">
        <w:trPr>
          <w:trHeight w:val="11441"/>
        </w:trPr>
        <w:tc>
          <w:tcPr>
            <w:tcW w:w="11424" w:type="dxa"/>
            <w:gridSpan w:val="5"/>
            <w:shd w:val="clear" w:color="auto" w:fill="auto"/>
          </w:tcPr>
          <w:p w:rsidR="00ED01F3" w:rsidRPr="001065AB" w:rsidRDefault="00ED01F3" w:rsidP="006014E1">
            <w:pPr>
              <w:rPr>
                <w:b/>
              </w:rPr>
            </w:pPr>
          </w:p>
          <w:tbl>
            <w:tblPr>
              <w:tblW w:w="11184" w:type="dxa"/>
              <w:tblInd w:w="2" w:type="dxa"/>
              <w:tblLook w:val="04A0"/>
            </w:tblPr>
            <w:tblGrid>
              <w:gridCol w:w="5592"/>
              <w:gridCol w:w="5592"/>
            </w:tblGrid>
            <w:tr w:rsidR="00ED01F3" w:rsidRPr="001065AB" w:rsidTr="006014E1">
              <w:trPr>
                <w:cantSplit/>
                <w:trHeight w:val="10658"/>
              </w:trPr>
              <w:tc>
                <w:tcPr>
                  <w:tcW w:w="5592" w:type="dxa"/>
                  <w:textDirection w:val="tbRl"/>
                </w:tcPr>
                <w:p w:rsidR="00ED01F3" w:rsidRDefault="00ED01F3" w:rsidP="006014E1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:rsidR="00ED01F3" w:rsidRDefault="00ED01F3" w:rsidP="006014E1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:rsidR="00ED01F3" w:rsidRPr="00CF1E69" w:rsidRDefault="00ED01F3" w:rsidP="006014E1">
                  <w:pPr>
                    <w:jc w:val="center"/>
                    <w:rPr>
                      <w:rFonts w:ascii="Arial" w:hAnsi="Arial" w:cs="Arial"/>
                      <w:b/>
                      <w:bCs/>
                      <w:sz w:val="96"/>
                      <w:szCs w:val="9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96"/>
                      <w:szCs w:val="96"/>
                    </w:rPr>
                    <w:t xml:space="preserve">Risk </w:t>
                  </w:r>
                  <w:r>
                    <w:rPr>
                      <w:rFonts w:ascii="Arial" w:hAnsi="Arial" w:cs="Arial"/>
                      <w:b/>
                      <w:bCs/>
                      <w:sz w:val="96"/>
                      <w:szCs w:val="96"/>
                    </w:rPr>
                    <w:br/>
                    <w:t>Communicators</w:t>
                  </w:r>
                </w:p>
                <w:p w:rsidR="00ED01F3" w:rsidRPr="001065AB" w:rsidRDefault="00ED01F3" w:rsidP="006014E1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</w:tc>
              <w:tc>
                <w:tcPr>
                  <w:tcW w:w="5592" w:type="dxa"/>
                  <w:textDirection w:val="btLr"/>
                </w:tcPr>
                <w:p w:rsidR="00ED01F3" w:rsidRDefault="00ED01F3" w:rsidP="006014E1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:rsidR="00ED01F3" w:rsidRDefault="00ED01F3" w:rsidP="006014E1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:rsidR="00ED01F3" w:rsidRPr="00CF1E69" w:rsidRDefault="00ED01F3" w:rsidP="006014E1">
                  <w:pPr>
                    <w:jc w:val="center"/>
                    <w:rPr>
                      <w:rFonts w:ascii="Arial" w:hAnsi="Arial" w:cs="Arial"/>
                      <w:b/>
                      <w:bCs/>
                      <w:sz w:val="96"/>
                      <w:szCs w:val="9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96"/>
                      <w:szCs w:val="96"/>
                    </w:rPr>
                    <w:t xml:space="preserve">Risk </w:t>
                  </w:r>
                  <w:r>
                    <w:rPr>
                      <w:rFonts w:ascii="Arial" w:hAnsi="Arial" w:cs="Arial"/>
                      <w:b/>
                      <w:bCs/>
                      <w:sz w:val="96"/>
                      <w:szCs w:val="96"/>
                    </w:rPr>
                    <w:br/>
                    <w:t>Communicators</w:t>
                  </w:r>
                </w:p>
                <w:p w:rsidR="00ED01F3" w:rsidRPr="001065AB" w:rsidRDefault="00ED01F3" w:rsidP="006014E1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</w:tc>
            </w:tr>
          </w:tbl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50" w:type="dxa"/>
            <w:gridSpan w:val="2"/>
            <w:shd w:val="clear" w:color="auto" w:fill="auto"/>
          </w:tcPr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ED01F3" w:rsidRPr="00A6084B" w:rsidTr="006014E1">
        <w:trPr>
          <w:trHeight w:val="109"/>
        </w:trPr>
        <w:tc>
          <w:tcPr>
            <w:tcW w:w="8475" w:type="dxa"/>
            <w:gridSpan w:val="2"/>
            <w:shd w:val="clear" w:color="auto" w:fill="5A85D7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49" w:type="dxa"/>
            <w:gridSpan w:val="3"/>
            <w:shd w:val="clear" w:color="auto" w:fill="E98300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0" w:type="dxa"/>
            <w:gridSpan w:val="2"/>
            <w:shd w:val="clear" w:color="auto" w:fill="5A85D7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01F3" w:rsidRPr="00A6084B" w:rsidTr="006014E1">
        <w:trPr>
          <w:trHeight w:val="109"/>
        </w:trPr>
        <w:tc>
          <w:tcPr>
            <w:tcW w:w="11424" w:type="dxa"/>
            <w:gridSpan w:val="5"/>
            <w:shd w:val="clear" w:color="auto" w:fill="auto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50" w:type="dxa"/>
            <w:gridSpan w:val="2"/>
            <w:shd w:val="clear" w:color="auto" w:fill="auto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ED01F3" w:rsidRPr="00A6084B" w:rsidTr="006014E1">
        <w:trPr>
          <w:trHeight w:val="239"/>
        </w:trPr>
        <w:tc>
          <w:tcPr>
            <w:tcW w:w="11674" w:type="dxa"/>
            <w:gridSpan w:val="7"/>
            <w:shd w:val="clear" w:color="auto" w:fill="739600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</w:rPr>
            </w:pPr>
          </w:p>
        </w:tc>
      </w:tr>
      <w:tr w:rsidR="00ED01F3" w:rsidRPr="00A6084B" w:rsidTr="006014E1">
        <w:trPr>
          <w:gridAfter w:val="1"/>
          <w:wAfter w:w="17" w:type="dxa"/>
          <w:trHeight w:val="109"/>
        </w:trPr>
        <w:tc>
          <w:tcPr>
            <w:tcW w:w="270" w:type="dxa"/>
            <w:shd w:val="clear" w:color="auto" w:fill="739600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140" w:type="dxa"/>
            <w:gridSpan w:val="3"/>
            <w:shd w:val="clear" w:color="auto" w:fill="739600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" w:type="dxa"/>
            <w:gridSpan w:val="2"/>
            <w:shd w:val="clear" w:color="auto" w:fill="739600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</w:rPr>
            </w:pPr>
          </w:p>
        </w:tc>
      </w:tr>
      <w:tr w:rsidR="00ED01F3" w:rsidRPr="00A6084B" w:rsidTr="006014E1">
        <w:trPr>
          <w:gridAfter w:val="1"/>
          <w:wAfter w:w="17" w:type="dxa"/>
          <w:trHeight w:val="74"/>
        </w:trPr>
        <w:tc>
          <w:tcPr>
            <w:tcW w:w="270" w:type="dxa"/>
            <w:shd w:val="clear" w:color="auto" w:fill="auto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11140" w:type="dxa"/>
            <w:gridSpan w:val="3"/>
            <w:shd w:val="clear" w:color="auto" w:fill="auto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47" w:type="dxa"/>
            <w:gridSpan w:val="2"/>
            <w:shd w:val="clear" w:color="auto" w:fill="auto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ED01F3" w:rsidRPr="00A6084B" w:rsidTr="006014E1">
        <w:trPr>
          <w:gridAfter w:val="1"/>
          <w:wAfter w:w="17" w:type="dxa"/>
          <w:trHeight w:val="106"/>
        </w:trPr>
        <w:tc>
          <w:tcPr>
            <w:tcW w:w="270" w:type="dxa"/>
            <w:shd w:val="clear" w:color="auto" w:fill="5A85D7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70" w:type="dxa"/>
            <w:gridSpan w:val="2"/>
            <w:shd w:val="clear" w:color="auto" w:fill="5A85D7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0" w:type="dxa"/>
            <w:shd w:val="clear" w:color="auto" w:fill="E98300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shd w:val="clear" w:color="auto" w:fill="5A85D7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01F3" w:rsidRPr="00A6084B" w:rsidTr="006014E1">
        <w:trPr>
          <w:gridAfter w:val="1"/>
          <w:wAfter w:w="17" w:type="dxa"/>
          <w:trHeight w:val="74"/>
        </w:trPr>
        <w:tc>
          <w:tcPr>
            <w:tcW w:w="270" w:type="dxa"/>
            <w:shd w:val="clear" w:color="auto" w:fill="auto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11140" w:type="dxa"/>
            <w:gridSpan w:val="3"/>
            <w:shd w:val="clear" w:color="auto" w:fill="auto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47" w:type="dxa"/>
            <w:gridSpan w:val="2"/>
            <w:shd w:val="clear" w:color="auto" w:fill="auto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D01F3" w:rsidRPr="001065AB" w:rsidTr="006014E1">
        <w:trPr>
          <w:gridAfter w:val="1"/>
          <w:wAfter w:w="17" w:type="dxa"/>
          <w:trHeight w:val="11322"/>
        </w:trPr>
        <w:tc>
          <w:tcPr>
            <w:tcW w:w="270" w:type="dxa"/>
            <w:shd w:val="clear" w:color="auto" w:fill="auto"/>
          </w:tcPr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11140" w:type="dxa"/>
            <w:gridSpan w:val="3"/>
            <w:shd w:val="clear" w:color="auto" w:fill="auto"/>
          </w:tcPr>
          <w:p w:rsidR="00ED01F3" w:rsidRPr="001065AB" w:rsidRDefault="00ED01F3" w:rsidP="006014E1">
            <w:pPr>
              <w:rPr>
                <w:b/>
              </w:rPr>
            </w:pPr>
          </w:p>
          <w:tbl>
            <w:tblPr>
              <w:tblW w:w="10867" w:type="dxa"/>
              <w:tblLook w:val="04A0"/>
            </w:tblPr>
            <w:tblGrid>
              <w:gridCol w:w="5350"/>
              <w:gridCol w:w="5517"/>
            </w:tblGrid>
            <w:tr w:rsidR="00ED01F3" w:rsidRPr="001065AB" w:rsidTr="006014E1">
              <w:trPr>
                <w:cantSplit/>
                <w:trHeight w:val="10637"/>
              </w:trPr>
              <w:tc>
                <w:tcPr>
                  <w:tcW w:w="5350" w:type="dxa"/>
                  <w:textDirection w:val="tbRl"/>
                </w:tcPr>
                <w:p w:rsidR="00ED01F3" w:rsidRPr="00CF1E69" w:rsidRDefault="00ED01F3" w:rsidP="006014E1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:rsidR="00ED01F3" w:rsidRPr="006022B9" w:rsidRDefault="00ED01F3" w:rsidP="006014E1">
                  <w:pPr>
                    <w:jc w:val="center"/>
                    <w:rPr>
                      <w:rFonts w:ascii="Arial" w:hAnsi="Arial" w:cs="Arial"/>
                      <w:b/>
                      <w:bCs/>
                      <w:sz w:val="72"/>
                      <w:szCs w:val="72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96"/>
                      <w:szCs w:val="96"/>
                    </w:rPr>
                    <w:t xml:space="preserve"> Regulators</w:t>
                  </w:r>
                  <w:r w:rsidR="006022B9">
                    <w:rPr>
                      <w:rFonts w:ascii="Arial" w:hAnsi="Arial" w:cs="Arial"/>
                      <w:b/>
                      <w:bCs/>
                      <w:sz w:val="96"/>
                      <w:szCs w:val="96"/>
                    </w:rPr>
                    <w:br/>
                  </w:r>
                  <w:r w:rsidR="006022B9">
                    <w:rPr>
                      <w:rFonts w:ascii="Arial" w:hAnsi="Arial" w:cs="Arial"/>
                      <w:b/>
                      <w:bCs/>
                      <w:sz w:val="72"/>
                      <w:szCs w:val="72"/>
                    </w:rPr>
                    <w:t>Local, State, Tribal, &amp; Territorial</w:t>
                  </w:r>
                </w:p>
                <w:p w:rsidR="00ED01F3" w:rsidRPr="00CF1E69" w:rsidRDefault="00ED01F3" w:rsidP="006014E1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</w:tc>
              <w:tc>
                <w:tcPr>
                  <w:tcW w:w="5517" w:type="dxa"/>
                  <w:textDirection w:val="btLr"/>
                </w:tcPr>
                <w:p w:rsidR="00ED01F3" w:rsidRDefault="00ED01F3" w:rsidP="006014E1">
                  <w:pPr>
                    <w:ind w:left="113" w:right="113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:rsidR="00ED01F3" w:rsidRPr="00CF1E69" w:rsidRDefault="00ED01F3" w:rsidP="006014E1">
                  <w:pPr>
                    <w:jc w:val="center"/>
                    <w:rPr>
                      <w:rFonts w:ascii="Arial" w:hAnsi="Arial" w:cs="Arial"/>
                      <w:b/>
                      <w:bCs/>
                      <w:sz w:val="96"/>
                      <w:szCs w:val="9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96"/>
                      <w:szCs w:val="96"/>
                    </w:rPr>
                    <w:t xml:space="preserve">Regulators </w:t>
                  </w:r>
                  <w:r>
                    <w:rPr>
                      <w:rFonts w:ascii="Arial" w:hAnsi="Arial" w:cs="Arial"/>
                      <w:b/>
                      <w:bCs/>
                      <w:sz w:val="96"/>
                      <w:szCs w:val="96"/>
                    </w:rPr>
                    <w:br/>
                  </w:r>
                  <w:r w:rsidRPr="006022B9">
                    <w:rPr>
                      <w:rFonts w:ascii="Arial" w:hAnsi="Arial" w:cs="Arial"/>
                      <w:b/>
                      <w:bCs/>
                      <w:sz w:val="72"/>
                      <w:szCs w:val="72"/>
                    </w:rPr>
                    <w:t>Local, State, Tri</w:t>
                  </w:r>
                  <w:r w:rsidR="006022B9">
                    <w:rPr>
                      <w:rFonts w:ascii="Arial" w:hAnsi="Arial" w:cs="Arial"/>
                      <w:b/>
                      <w:bCs/>
                      <w:sz w:val="72"/>
                      <w:szCs w:val="72"/>
                    </w:rPr>
                    <w:t>bal, &amp; Territorial</w:t>
                  </w:r>
                </w:p>
                <w:p w:rsidR="00ED01F3" w:rsidRPr="001065AB" w:rsidRDefault="00ED01F3" w:rsidP="006014E1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</w:tc>
            </w:tr>
          </w:tbl>
          <w:p w:rsidR="00ED01F3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47" w:type="dxa"/>
            <w:gridSpan w:val="2"/>
            <w:shd w:val="clear" w:color="auto" w:fill="auto"/>
          </w:tcPr>
          <w:p w:rsidR="00ED01F3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ED01F3" w:rsidRPr="00A6084B" w:rsidTr="006014E1">
        <w:trPr>
          <w:gridAfter w:val="1"/>
          <w:wAfter w:w="17" w:type="dxa"/>
          <w:trHeight w:val="106"/>
        </w:trPr>
        <w:tc>
          <w:tcPr>
            <w:tcW w:w="270" w:type="dxa"/>
            <w:shd w:val="clear" w:color="auto" w:fill="5A85D7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70" w:type="dxa"/>
            <w:gridSpan w:val="2"/>
            <w:shd w:val="clear" w:color="auto" w:fill="5A85D7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0" w:type="dxa"/>
            <w:shd w:val="clear" w:color="auto" w:fill="E98300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shd w:val="clear" w:color="auto" w:fill="5A85D7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01F3" w:rsidRPr="00A6084B" w:rsidTr="006014E1">
        <w:trPr>
          <w:gridAfter w:val="1"/>
          <w:wAfter w:w="17" w:type="dxa"/>
          <w:trHeight w:val="106"/>
        </w:trPr>
        <w:tc>
          <w:tcPr>
            <w:tcW w:w="270" w:type="dxa"/>
            <w:shd w:val="clear" w:color="auto" w:fill="auto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11140" w:type="dxa"/>
            <w:gridSpan w:val="3"/>
            <w:shd w:val="clear" w:color="auto" w:fill="auto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47" w:type="dxa"/>
            <w:gridSpan w:val="2"/>
            <w:shd w:val="clear" w:color="auto" w:fill="auto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ED01F3" w:rsidRPr="00A6084B" w:rsidTr="006014E1">
        <w:trPr>
          <w:gridAfter w:val="1"/>
          <w:wAfter w:w="17" w:type="dxa"/>
          <w:trHeight w:val="234"/>
        </w:trPr>
        <w:tc>
          <w:tcPr>
            <w:tcW w:w="270" w:type="dxa"/>
            <w:shd w:val="clear" w:color="auto" w:fill="739600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87" w:type="dxa"/>
            <w:gridSpan w:val="5"/>
            <w:shd w:val="clear" w:color="auto" w:fill="739600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</w:rPr>
            </w:pPr>
          </w:p>
        </w:tc>
      </w:tr>
      <w:tr w:rsidR="00ED01F3" w:rsidRPr="00A6084B" w:rsidTr="006014E1">
        <w:trPr>
          <w:gridAfter w:val="1"/>
          <w:wAfter w:w="17" w:type="dxa"/>
          <w:trHeight w:val="333"/>
        </w:trPr>
        <w:tc>
          <w:tcPr>
            <w:tcW w:w="270" w:type="dxa"/>
            <w:shd w:val="clear" w:color="auto" w:fill="739600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140" w:type="dxa"/>
            <w:gridSpan w:val="3"/>
            <w:shd w:val="clear" w:color="auto" w:fill="739600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" w:type="dxa"/>
            <w:gridSpan w:val="2"/>
            <w:shd w:val="clear" w:color="auto" w:fill="739600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</w:rPr>
            </w:pPr>
          </w:p>
        </w:tc>
      </w:tr>
      <w:tr w:rsidR="00ED01F3" w:rsidRPr="00A6084B" w:rsidTr="006014E1">
        <w:trPr>
          <w:gridAfter w:val="1"/>
          <w:wAfter w:w="17" w:type="dxa"/>
          <w:trHeight w:val="74"/>
        </w:trPr>
        <w:tc>
          <w:tcPr>
            <w:tcW w:w="270" w:type="dxa"/>
            <w:shd w:val="clear" w:color="auto" w:fill="auto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11140" w:type="dxa"/>
            <w:gridSpan w:val="3"/>
            <w:shd w:val="clear" w:color="auto" w:fill="auto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47" w:type="dxa"/>
            <w:gridSpan w:val="2"/>
            <w:shd w:val="clear" w:color="auto" w:fill="auto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ED01F3" w:rsidRPr="00A6084B" w:rsidTr="006014E1">
        <w:trPr>
          <w:gridAfter w:val="1"/>
          <w:wAfter w:w="17" w:type="dxa"/>
          <w:trHeight w:val="106"/>
        </w:trPr>
        <w:tc>
          <w:tcPr>
            <w:tcW w:w="270" w:type="dxa"/>
            <w:shd w:val="clear" w:color="auto" w:fill="5A85D7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70" w:type="dxa"/>
            <w:gridSpan w:val="2"/>
            <w:shd w:val="clear" w:color="auto" w:fill="5A85D7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0" w:type="dxa"/>
            <w:shd w:val="clear" w:color="auto" w:fill="E98300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shd w:val="clear" w:color="auto" w:fill="5A85D7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01F3" w:rsidRPr="00A6084B" w:rsidTr="006014E1">
        <w:trPr>
          <w:gridAfter w:val="1"/>
          <w:wAfter w:w="17" w:type="dxa"/>
          <w:trHeight w:val="74"/>
        </w:trPr>
        <w:tc>
          <w:tcPr>
            <w:tcW w:w="270" w:type="dxa"/>
            <w:shd w:val="clear" w:color="auto" w:fill="auto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11140" w:type="dxa"/>
            <w:gridSpan w:val="3"/>
            <w:shd w:val="clear" w:color="auto" w:fill="auto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247" w:type="dxa"/>
            <w:gridSpan w:val="2"/>
            <w:shd w:val="clear" w:color="auto" w:fill="auto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ED01F3" w:rsidRPr="001065AB" w:rsidTr="006014E1">
        <w:trPr>
          <w:gridAfter w:val="1"/>
          <w:wAfter w:w="17" w:type="dxa"/>
          <w:trHeight w:val="109"/>
        </w:trPr>
        <w:tc>
          <w:tcPr>
            <w:tcW w:w="270" w:type="dxa"/>
            <w:shd w:val="clear" w:color="auto" w:fill="auto"/>
          </w:tcPr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11140" w:type="dxa"/>
            <w:gridSpan w:val="3"/>
            <w:shd w:val="clear" w:color="auto" w:fill="auto"/>
          </w:tcPr>
          <w:p w:rsidR="00ED01F3" w:rsidRPr="001065AB" w:rsidRDefault="00ED01F3" w:rsidP="006014E1">
            <w:pPr>
              <w:rPr>
                <w:b/>
              </w:rPr>
            </w:pPr>
          </w:p>
          <w:tbl>
            <w:tblPr>
              <w:tblW w:w="10902" w:type="dxa"/>
              <w:tblLook w:val="04A0"/>
            </w:tblPr>
            <w:tblGrid>
              <w:gridCol w:w="5451"/>
              <w:gridCol w:w="5451"/>
            </w:tblGrid>
            <w:tr w:rsidR="00ED01F3" w:rsidRPr="001065AB" w:rsidTr="006014E1">
              <w:trPr>
                <w:cantSplit/>
                <w:trHeight w:val="10609"/>
              </w:trPr>
              <w:tc>
                <w:tcPr>
                  <w:tcW w:w="5451" w:type="dxa"/>
                  <w:textDirection w:val="tbRl"/>
                </w:tcPr>
                <w:p w:rsidR="00ED01F3" w:rsidRDefault="00ED01F3" w:rsidP="006014E1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:rsidR="00ED01F3" w:rsidRDefault="00ED01F3" w:rsidP="006014E1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:rsidR="00ED01F3" w:rsidRPr="00CF1E69" w:rsidRDefault="006022B9" w:rsidP="006014E1">
                  <w:pPr>
                    <w:jc w:val="center"/>
                    <w:rPr>
                      <w:rFonts w:ascii="Arial" w:hAnsi="Arial" w:cs="Arial"/>
                      <w:b/>
                      <w:bCs/>
                      <w:sz w:val="96"/>
                      <w:szCs w:val="9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96"/>
                      <w:szCs w:val="96"/>
                    </w:rPr>
                    <w:t>Food Industry</w:t>
                  </w:r>
                  <w:r w:rsidR="00ED01F3">
                    <w:rPr>
                      <w:rFonts w:ascii="Arial" w:hAnsi="Arial" w:cs="Arial"/>
                      <w:b/>
                      <w:bCs/>
                      <w:sz w:val="96"/>
                      <w:szCs w:val="96"/>
                    </w:rPr>
                    <w:t xml:space="preserve"> </w:t>
                  </w:r>
                </w:p>
                <w:p w:rsidR="00ED01F3" w:rsidRPr="001065AB" w:rsidRDefault="00ED01F3" w:rsidP="006014E1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</w:tc>
              <w:tc>
                <w:tcPr>
                  <w:tcW w:w="5451" w:type="dxa"/>
                  <w:textDirection w:val="btLr"/>
                </w:tcPr>
                <w:p w:rsidR="00ED01F3" w:rsidRDefault="00ED01F3" w:rsidP="006014E1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:rsidR="00ED01F3" w:rsidRDefault="00ED01F3" w:rsidP="006014E1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  <w:p w:rsidR="00ED01F3" w:rsidRPr="00CF1E69" w:rsidRDefault="006022B9" w:rsidP="006014E1">
                  <w:pPr>
                    <w:jc w:val="center"/>
                    <w:rPr>
                      <w:rFonts w:ascii="Arial" w:hAnsi="Arial" w:cs="Arial"/>
                      <w:b/>
                      <w:bCs/>
                      <w:sz w:val="96"/>
                      <w:szCs w:val="9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96"/>
                      <w:szCs w:val="96"/>
                    </w:rPr>
                    <w:t>Food Industry</w:t>
                  </w:r>
                </w:p>
                <w:p w:rsidR="00ED01F3" w:rsidRPr="001065AB" w:rsidRDefault="00ED01F3" w:rsidP="006014E1">
                  <w:pPr>
                    <w:ind w:left="113" w:right="113"/>
                    <w:jc w:val="center"/>
                    <w:rPr>
                      <w:rFonts w:ascii="Arial" w:hAnsi="Arial" w:cs="Arial"/>
                      <w:b/>
                      <w:sz w:val="96"/>
                      <w:szCs w:val="96"/>
                    </w:rPr>
                  </w:pPr>
                </w:p>
              </w:tc>
            </w:tr>
          </w:tbl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  <w:tc>
          <w:tcPr>
            <w:tcW w:w="247" w:type="dxa"/>
            <w:gridSpan w:val="2"/>
            <w:shd w:val="clear" w:color="auto" w:fill="auto"/>
          </w:tcPr>
          <w:p w:rsidR="00ED01F3" w:rsidRPr="001065AB" w:rsidRDefault="00ED01F3" w:rsidP="006014E1">
            <w:pPr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ED01F3" w:rsidRPr="00A6084B" w:rsidTr="006014E1">
        <w:trPr>
          <w:gridAfter w:val="1"/>
          <w:wAfter w:w="17" w:type="dxa"/>
          <w:trHeight w:val="106"/>
        </w:trPr>
        <w:tc>
          <w:tcPr>
            <w:tcW w:w="270" w:type="dxa"/>
            <w:shd w:val="clear" w:color="auto" w:fill="5A85D7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70" w:type="dxa"/>
            <w:gridSpan w:val="2"/>
            <w:shd w:val="clear" w:color="auto" w:fill="5A85D7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70" w:type="dxa"/>
            <w:shd w:val="clear" w:color="auto" w:fill="E98300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shd w:val="clear" w:color="auto" w:fill="5A85D7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D01F3" w:rsidRPr="00A6084B" w:rsidTr="006014E1">
        <w:trPr>
          <w:gridAfter w:val="1"/>
          <w:wAfter w:w="17" w:type="dxa"/>
          <w:trHeight w:val="106"/>
        </w:trPr>
        <w:tc>
          <w:tcPr>
            <w:tcW w:w="270" w:type="dxa"/>
            <w:shd w:val="clear" w:color="auto" w:fill="auto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11140" w:type="dxa"/>
            <w:gridSpan w:val="3"/>
            <w:shd w:val="clear" w:color="auto" w:fill="auto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  <w:tc>
          <w:tcPr>
            <w:tcW w:w="247" w:type="dxa"/>
            <w:gridSpan w:val="2"/>
            <w:shd w:val="clear" w:color="auto" w:fill="auto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  <w:sz w:val="6"/>
                <w:szCs w:val="6"/>
              </w:rPr>
            </w:pPr>
          </w:p>
        </w:tc>
      </w:tr>
      <w:tr w:rsidR="00ED01F3" w:rsidRPr="00A6084B" w:rsidTr="006014E1">
        <w:trPr>
          <w:gridAfter w:val="1"/>
          <w:wAfter w:w="17" w:type="dxa"/>
          <w:trHeight w:val="234"/>
        </w:trPr>
        <w:tc>
          <w:tcPr>
            <w:tcW w:w="270" w:type="dxa"/>
            <w:shd w:val="clear" w:color="auto" w:fill="739600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87" w:type="dxa"/>
            <w:gridSpan w:val="5"/>
            <w:shd w:val="clear" w:color="auto" w:fill="739600"/>
          </w:tcPr>
          <w:p w:rsidR="00ED01F3" w:rsidRPr="00A6084B" w:rsidRDefault="00ED01F3" w:rsidP="006014E1">
            <w:pPr>
              <w:jc w:val="center"/>
              <w:rPr>
                <w:rFonts w:ascii="Arial" w:hAnsi="Arial" w:cs="Arial"/>
              </w:rPr>
            </w:pPr>
          </w:p>
        </w:tc>
      </w:tr>
    </w:tbl>
    <w:p w:rsidR="00295FC2" w:rsidRPr="00ED01F3" w:rsidRDefault="00295FC2" w:rsidP="00ED01F3"/>
    <w:sectPr w:rsidR="00295FC2" w:rsidRPr="00ED01F3" w:rsidSect="009246AC">
      <w:headerReference w:type="default" r:id="rId7"/>
      <w:footerReference w:type="default" r:id="rId8"/>
      <w:pgSz w:w="12240" w:h="15840" w:code="1"/>
      <w:pgMar w:top="1440" w:right="360" w:bottom="1440" w:left="360" w:header="720" w:footer="720" w:gutter="0"/>
      <w:cols w:space="720"/>
      <w:vAlign w:val="center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14E1" w:rsidRDefault="006014E1" w:rsidP="001655CB">
      <w:r>
        <w:separator/>
      </w:r>
    </w:p>
  </w:endnote>
  <w:endnote w:type="continuationSeparator" w:id="1">
    <w:p w:rsidR="006014E1" w:rsidRDefault="006014E1" w:rsidP="001655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4CA" w:rsidRPr="002F14CA" w:rsidRDefault="002F14CA" w:rsidP="002F14C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14E1" w:rsidRDefault="006014E1" w:rsidP="001655CB">
      <w:r>
        <w:separator/>
      </w:r>
    </w:p>
  </w:footnote>
  <w:footnote w:type="continuationSeparator" w:id="1">
    <w:p w:rsidR="006014E1" w:rsidRDefault="006014E1" w:rsidP="001655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14CA" w:rsidRPr="002F14CA" w:rsidRDefault="002F14CA" w:rsidP="002F14CA">
    <w:pPr>
      <w:pStyle w:val="Header"/>
    </w:pPr>
  </w:p>
  <w:p w:rsidR="002F14CA" w:rsidRDefault="002F14CA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F94B42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F1FE48B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35D223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6F5C8B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7D44195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FC60BB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D90173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6A5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C18D6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26A42C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D9C46A3"/>
    <w:multiLevelType w:val="multilevel"/>
    <w:tmpl w:val="33B056D0"/>
    <w:lvl w:ilvl="0">
      <w:start w:val="1"/>
      <w:numFmt w:val="bullet"/>
      <w:pStyle w:val="Bullet1"/>
      <w:lvlText w:val=""/>
      <w:lvlJc w:val="left"/>
      <w:pPr>
        <w:ind w:left="216" w:hanging="216"/>
      </w:pPr>
      <w:rPr>
        <w:rFonts w:ascii="Symbol" w:hAnsi="Symbol" w:hint="default"/>
        <w:b w:val="0"/>
        <w:i w:val="0"/>
        <w:color w:val="A04DA3"/>
        <w:sz w:val="18"/>
      </w:rPr>
    </w:lvl>
    <w:lvl w:ilvl="1">
      <w:start w:val="1"/>
      <w:numFmt w:val="bullet"/>
      <w:lvlText w:val=""/>
      <w:lvlJc w:val="left"/>
      <w:pPr>
        <w:ind w:left="461" w:hanging="216"/>
      </w:pPr>
      <w:rPr>
        <w:rFonts w:ascii="Wingdings" w:hAnsi="Wingdings" w:hint="default"/>
        <w:b w:val="0"/>
        <w:i w:val="0"/>
        <w:color w:val="438086"/>
        <w:sz w:val="12"/>
      </w:rPr>
    </w:lvl>
    <w:lvl w:ilvl="2">
      <w:start w:val="1"/>
      <w:numFmt w:val="bullet"/>
      <w:lvlText w:val=""/>
      <w:lvlJc w:val="left"/>
      <w:pPr>
        <w:ind w:left="706" w:hanging="216"/>
      </w:pPr>
      <w:rPr>
        <w:rFonts w:ascii="Symbol" w:hAnsi="Symbol" w:hint="default"/>
        <w:b w:val="0"/>
        <w:i w:val="0"/>
        <w:color w:val="53548A"/>
        <w:sz w:val="16"/>
      </w:rPr>
    </w:lvl>
    <w:lvl w:ilvl="3">
      <w:start w:val="1"/>
      <w:numFmt w:val="bullet"/>
      <w:lvlText w:val=""/>
      <w:lvlJc w:val="left"/>
      <w:pPr>
        <w:ind w:left="951" w:hanging="216"/>
      </w:pPr>
      <w:rPr>
        <w:rFonts w:ascii="Symbol" w:hAnsi="Symbol" w:hint="default"/>
        <w:b w:val="0"/>
        <w:i w:val="0"/>
        <w:color w:val="53548A"/>
        <w:sz w:val="16"/>
      </w:rPr>
    </w:lvl>
    <w:lvl w:ilvl="4">
      <w:start w:val="1"/>
      <w:numFmt w:val="bullet"/>
      <w:lvlText w:val=""/>
      <w:lvlJc w:val="left"/>
      <w:pPr>
        <w:ind w:left="1196" w:hanging="216"/>
      </w:pPr>
      <w:rPr>
        <w:rFonts w:ascii="Symbol" w:hAnsi="Symbol" w:hint="default"/>
        <w:color w:val="53548A"/>
        <w:sz w:val="16"/>
      </w:rPr>
    </w:lvl>
    <w:lvl w:ilvl="5">
      <w:start w:val="1"/>
      <w:numFmt w:val="bullet"/>
      <w:lvlText w:val=""/>
      <w:lvlJc w:val="left"/>
      <w:pPr>
        <w:ind w:left="1441" w:hanging="216"/>
      </w:pPr>
      <w:rPr>
        <w:rFonts w:ascii="Symbol" w:hAnsi="Symbol" w:hint="default"/>
        <w:color w:val="53548A"/>
        <w:sz w:val="16"/>
      </w:rPr>
    </w:lvl>
    <w:lvl w:ilvl="6">
      <w:start w:val="1"/>
      <w:numFmt w:val="bullet"/>
      <w:lvlText w:val=""/>
      <w:lvlJc w:val="left"/>
      <w:pPr>
        <w:ind w:left="1686" w:hanging="216"/>
      </w:pPr>
      <w:rPr>
        <w:rFonts w:ascii="Symbol" w:hAnsi="Symbol" w:hint="default"/>
        <w:color w:val="53548A"/>
        <w:sz w:val="16"/>
      </w:rPr>
    </w:lvl>
    <w:lvl w:ilvl="7">
      <w:start w:val="1"/>
      <w:numFmt w:val="bullet"/>
      <w:lvlText w:val=""/>
      <w:lvlJc w:val="left"/>
      <w:pPr>
        <w:ind w:left="1931" w:hanging="216"/>
      </w:pPr>
      <w:rPr>
        <w:rFonts w:ascii="Symbol" w:hAnsi="Symbol" w:hint="default"/>
        <w:color w:val="53548A"/>
        <w:sz w:val="16"/>
      </w:rPr>
    </w:lvl>
    <w:lvl w:ilvl="8">
      <w:start w:val="1"/>
      <w:numFmt w:val="bullet"/>
      <w:lvlText w:val=""/>
      <w:lvlJc w:val="left"/>
      <w:pPr>
        <w:ind w:left="2176" w:hanging="216"/>
      </w:pPr>
      <w:rPr>
        <w:rFonts w:ascii="Symbol" w:hAnsi="Symbol" w:hint="default"/>
        <w:color w:val="53548A"/>
        <w:sz w:val="16"/>
      </w:rPr>
    </w:lvl>
  </w:abstractNum>
  <w:abstractNum w:abstractNumId="11">
    <w:nsid w:val="7DAE4B63"/>
    <w:multiLevelType w:val="hybridMultilevel"/>
    <w:tmpl w:val="1A9887FE"/>
    <w:lvl w:ilvl="0">
      <w:start w:val="1"/>
      <w:numFmt w:val="decimal"/>
      <w:pStyle w:val="HPHNumberedList"/>
      <w:lvlText w:val="%1."/>
      <w:lvlJc w:val="left"/>
      <w:pPr>
        <w:ind w:left="734" w:hanging="360"/>
      </w:pPr>
    </w:lvl>
    <w:lvl w:ilvl="1">
      <w:start w:val="1"/>
      <w:numFmt w:val="lowerLetter"/>
      <w:lvlText w:val="%2."/>
      <w:lvlJc w:val="left"/>
      <w:pPr>
        <w:ind w:left="1281" w:hanging="360"/>
      </w:pPr>
    </w:lvl>
    <w:lvl w:ilvl="2" w:tentative="1">
      <w:start w:val="1"/>
      <w:numFmt w:val="lowerRoman"/>
      <w:lvlText w:val="%3."/>
      <w:lvlJc w:val="right"/>
      <w:pPr>
        <w:ind w:left="2001" w:hanging="180"/>
      </w:pPr>
    </w:lvl>
    <w:lvl w:ilvl="3" w:tentative="1">
      <w:start w:val="1"/>
      <w:numFmt w:val="decimal"/>
      <w:lvlText w:val="%4."/>
      <w:lvlJc w:val="left"/>
      <w:pPr>
        <w:ind w:left="2721" w:hanging="360"/>
      </w:pPr>
    </w:lvl>
    <w:lvl w:ilvl="4" w:tentative="1">
      <w:start w:val="1"/>
      <w:numFmt w:val="lowerLetter"/>
      <w:lvlText w:val="%5."/>
      <w:lvlJc w:val="left"/>
      <w:pPr>
        <w:ind w:left="3441" w:hanging="360"/>
      </w:pPr>
    </w:lvl>
    <w:lvl w:ilvl="5" w:tentative="1">
      <w:start w:val="1"/>
      <w:numFmt w:val="lowerRoman"/>
      <w:lvlText w:val="%6."/>
      <w:lvlJc w:val="right"/>
      <w:pPr>
        <w:ind w:left="4161" w:hanging="180"/>
      </w:pPr>
    </w:lvl>
    <w:lvl w:ilvl="6" w:tentative="1">
      <w:start w:val="1"/>
      <w:numFmt w:val="decimal"/>
      <w:lvlText w:val="%7."/>
      <w:lvlJc w:val="left"/>
      <w:pPr>
        <w:ind w:left="4881" w:hanging="360"/>
      </w:pPr>
    </w:lvl>
    <w:lvl w:ilvl="7" w:tentative="1">
      <w:start w:val="1"/>
      <w:numFmt w:val="lowerLetter"/>
      <w:lvlText w:val="%8."/>
      <w:lvlJc w:val="left"/>
      <w:pPr>
        <w:ind w:left="5601" w:hanging="360"/>
      </w:pPr>
    </w:lvl>
    <w:lvl w:ilvl="8" w:tentative="1">
      <w:start w:val="1"/>
      <w:numFmt w:val="lowerRoman"/>
      <w:lvlText w:val="%9."/>
      <w:lvlJc w:val="right"/>
      <w:pPr>
        <w:ind w:left="6321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0"/>
  <w:displayBackgroundShape/>
  <w:proofState w:grammar="clean"/>
  <w:stylePaneFormatFilter w:val="3F01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F211E"/>
    <w:rsid w:val="0000382C"/>
    <w:rsid w:val="00004425"/>
    <w:rsid w:val="0003300D"/>
    <w:rsid w:val="0003657B"/>
    <w:rsid w:val="000408C8"/>
    <w:rsid w:val="0006052A"/>
    <w:rsid w:val="000608C1"/>
    <w:rsid w:val="0006480D"/>
    <w:rsid w:val="0007362D"/>
    <w:rsid w:val="00081148"/>
    <w:rsid w:val="00083782"/>
    <w:rsid w:val="00083B97"/>
    <w:rsid w:val="000876BE"/>
    <w:rsid w:val="0008787F"/>
    <w:rsid w:val="0009286E"/>
    <w:rsid w:val="00093F25"/>
    <w:rsid w:val="000A0555"/>
    <w:rsid w:val="000A3BCB"/>
    <w:rsid w:val="000A3E27"/>
    <w:rsid w:val="000B4297"/>
    <w:rsid w:val="000B5C5C"/>
    <w:rsid w:val="000C2811"/>
    <w:rsid w:val="000C7D23"/>
    <w:rsid w:val="000D01C2"/>
    <w:rsid w:val="000D10E8"/>
    <w:rsid w:val="000D23E9"/>
    <w:rsid w:val="000D7ACC"/>
    <w:rsid w:val="000E2488"/>
    <w:rsid w:val="000E3C63"/>
    <w:rsid w:val="000F15DE"/>
    <w:rsid w:val="000F32A7"/>
    <w:rsid w:val="000F68C7"/>
    <w:rsid w:val="000F7898"/>
    <w:rsid w:val="0010095E"/>
    <w:rsid w:val="00103035"/>
    <w:rsid w:val="00104610"/>
    <w:rsid w:val="00105843"/>
    <w:rsid w:val="001065AB"/>
    <w:rsid w:val="001212A9"/>
    <w:rsid w:val="00121BE3"/>
    <w:rsid w:val="00130E8A"/>
    <w:rsid w:val="001351F8"/>
    <w:rsid w:val="00142599"/>
    <w:rsid w:val="00144970"/>
    <w:rsid w:val="001517EC"/>
    <w:rsid w:val="00151BFF"/>
    <w:rsid w:val="00152D65"/>
    <w:rsid w:val="001553A6"/>
    <w:rsid w:val="001655CB"/>
    <w:rsid w:val="001705F5"/>
    <w:rsid w:val="0017657D"/>
    <w:rsid w:val="00177BFE"/>
    <w:rsid w:val="0018607D"/>
    <w:rsid w:val="0018666A"/>
    <w:rsid w:val="00187889"/>
    <w:rsid w:val="00187D5B"/>
    <w:rsid w:val="00191526"/>
    <w:rsid w:val="001A1E6D"/>
    <w:rsid w:val="001A3643"/>
    <w:rsid w:val="001A4645"/>
    <w:rsid w:val="001A4A5D"/>
    <w:rsid w:val="001A585B"/>
    <w:rsid w:val="001D199A"/>
    <w:rsid w:val="001D6606"/>
    <w:rsid w:val="001D7CC9"/>
    <w:rsid w:val="001E57F3"/>
    <w:rsid w:val="001E6EC7"/>
    <w:rsid w:val="001F0AC4"/>
    <w:rsid w:val="001F2F05"/>
    <w:rsid w:val="002003B8"/>
    <w:rsid w:val="002125B5"/>
    <w:rsid w:val="00217CED"/>
    <w:rsid w:val="00224FBF"/>
    <w:rsid w:val="002251F3"/>
    <w:rsid w:val="0023688A"/>
    <w:rsid w:val="00255782"/>
    <w:rsid w:val="002570FA"/>
    <w:rsid w:val="0026133C"/>
    <w:rsid w:val="002664C9"/>
    <w:rsid w:val="0027305F"/>
    <w:rsid w:val="002856C5"/>
    <w:rsid w:val="0029111D"/>
    <w:rsid w:val="00295B34"/>
    <w:rsid w:val="00295FC2"/>
    <w:rsid w:val="00297B72"/>
    <w:rsid w:val="002A19F0"/>
    <w:rsid w:val="002A5C46"/>
    <w:rsid w:val="002B1F07"/>
    <w:rsid w:val="002B77E1"/>
    <w:rsid w:val="002C0837"/>
    <w:rsid w:val="002C11D9"/>
    <w:rsid w:val="002E0C59"/>
    <w:rsid w:val="002E1F47"/>
    <w:rsid w:val="002E5BFA"/>
    <w:rsid w:val="002F1062"/>
    <w:rsid w:val="002F14CA"/>
    <w:rsid w:val="003004AF"/>
    <w:rsid w:val="0030112E"/>
    <w:rsid w:val="00304B81"/>
    <w:rsid w:val="003163D0"/>
    <w:rsid w:val="0032233F"/>
    <w:rsid w:val="0032388D"/>
    <w:rsid w:val="00336760"/>
    <w:rsid w:val="003431AA"/>
    <w:rsid w:val="00345430"/>
    <w:rsid w:val="00352B60"/>
    <w:rsid w:val="00365814"/>
    <w:rsid w:val="00366F8B"/>
    <w:rsid w:val="00366FA5"/>
    <w:rsid w:val="003717E1"/>
    <w:rsid w:val="00372005"/>
    <w:rsid w:val="003904F9"/>
    <w:rsid w:val="003921B6"/>
    <w:rsid w:val="003A745A"/>
    <w:rsid w:val="003B076F"/>
    <w:rsid w:val="003D0289"/>
    <w:rsid w:val="003D1902"/>
    <w:rsid w:val="003D5352"/>
    <w:rsid w:val="003E2C50"/>
    <w:rsid w:val="003F3116"/>
    <w:rsid w:val="003F50A9"/>
    <w:rsid w:val="00404B82"/>
    <w:rsid w:val="004078CC"/>
    <w:rsid w:val="00410A58"/>
    <w:rsid w:val="004147DD"/>
    <w:rsid w:val="0042220E"/>
    <w:rsid w:val="00433B57"/>
    <w:rsid w:val="004352C8"/>
    <w:rsid w:val="004355C6"/>
    <w:rsid w:val="00435E52"/>
    <w:rsid w:val="0045431F"/>
    <w:rsid w:val="00457190"/>
    <w:rsid w:val="0046334B"/>
    <w:rsid w:val="00463C22"/>
    <w:rsid w:val="004716D9"/>
    <w:rsid w:val="00474313"/>
    <w:rsid w:val="0049274E"/>
    <w:rsid w:val="004B4A6E"/>
    <w:rsid w:val="004C5948"/>
    <w:rsid w:val="004C65AD"/>
    <w:rsid w:val="004D03B5"/>
    <w:rsid w:val="004D4142"/>
    <w:rsid w:val="004E08C0"/>
    <w:rsid w:val="004F211E"/>
    <w:rsid w:val="004F2A71"/>
    <w:rsid w:val="00500FA0"/>
    <w:rsid w:val="00502F69"/>
    <w:rsid w:val="00507E87"/>
    <w:rsid w:val="00515539"/>
    <w:rsid w:val="005170B9"/>
    <w:rsid w:val="00520CC7"/>
    <w:rsid w:val="0052444B"/>
    <w:rsid w:val="005342FD"/>
    <w:rsid w:val="00534C05"/>
    <w:rsid w:val="00551D85"/>
    <w:rsid w:val="00565029"/>
    <w:rsid w:val="00565369"/>
    <w:rsid w:val="00577822"/>
    <w:rsid w:val="005803E1"/>
    <w:rsid w:val="0058516A"/>
    <w:rsid w:val="00591DBD"/>
    <w:rsid w:val="00597572"/>
    <w:rsid w:val="005A03EA"/>
    <w:rsid w:val="005A567A"/>
    <w:rsid w:val="005A647E"/>
    <w:rsid w:val="005C7EFC"/>
    <w:rsid w:val="005D2161"/>
    <w:rsid w:val="005D2EA3"/>
    <w:rsid w:val="005D599F"/>
    <w:rsid w:val="005D5E40"/>
    <w:rsid w:val="005D5E48"/>
    <w:rsid w:val="005E2D11"/>
    <w:rsid w:val="005E74D8"/>
    <w:rsid w:val="0060016E"/>
    <w:rsid w:val="006014E1"/>
    <w:rsid w:val="00602263"/>
    <w:rsid w:val="006022B9"/>
    <w:rsid w:val="006051F0"/>
    <w:rsid w:val="00606056"/>
    <w:rsid w:val="00610FD6"/>
    <w:rsid w:val="006116AA"/>
    <w:rsid w:val="00616E66"/>
    <w:rsid w:val="0061710E"/>
    <w:rsid w:val="00627BB4"/>
    <w:rsid w:val="006325E1"/>
    <w:rsid w:val="006430FA"/>
    <w:rsid w:val="00643B49"/>
    <w:rsid w:val="00645A56"/>
    <w:rsid w:val="0065053A"/>
    <w:rsid w:val="00650DEB"/>
    <w:rsid w:val="00662F4E"/>
    <w:rsid w:val="0066508F"/>
    <w:rsid w:val="00667156"/>
    <w:rsid w:val="00670241"/>
    <w:rsid w:val="006768B2"/>
    <w:rsid w:val="006910C7"/>
    <w:rsid w:val="006A2514"/>
    <w:rsid w:val="006B041B"/>
    <w:rsid w:val="006C43BE"/>
    <w:rsid w:val="006D6EBA"/>
    <w:rsid w:val="006E355C"/>
    <w:rsid w:val="006E5CF5"/>
    <w:rsid w:val="006E5D92"/>
    <w:rsid w:val="006F463C"/>
    <w:rsid w:val="006F7005"/>
    <w:rsid w:val="007100B5"/>
    <w:rsid w:val="00720049"/>
    <w:rsid w:val="007225CE"/>
    <w:rsid w:val="00723113"/>
    <w:rsid w:val="00730044"/>
    <w:rsid w:val="00740E5A"/>
    <w:rsid w:val="00743592"/>
    <w:rsid w:val="00745274"/>
    <w:rsid w:val="00760572"/>
    <w:rsid w:val="007646C0"/>
    <w:rsid w:val="007743B7"/>
    <w:rsid w:val="00787760"/>
    <w:rsid w:val="00791E3A"/>
    <w:rsid w:val="007B772D"/>
    <w:rsid w:val="007C170B"/>
    <w:rsid w:val="007D56E5"/>
    <w:rsid w:val="007E0B92"/>
    <w:rsid w:val="007E3893"/>
    <w:rsid w:val="007E3B00"/>
    <w:rsid w:val="007F319B"/>
    <w:rsid w:val="007F46FF"/>
    <w:rsid w:val="008109A7"/>
    <w:rsid w:val="00810B44"/>
    <w:rsid w:val="00811756"/>
    <w:rsid w:val="00812A93"/>
    <w:rsid w:val="00821E63"/>
    <w:rsid w:val="0082614D"/>
    <w:rsid w:val="0083073B"/>
    <w:rsid w:val="0083361E"/>
    <w:rsid w:val="0084429F"/>
    <w:rsid w:val="008442A8"/>
    <w:rsid w:val="00847CA7"/>
    <w:rsid w:val="008516E4"/>
    <w:rsid w:val="008542E5"/>
    <w:rsid w:val="00863369"/>
    <w:rsid w:val="0086509E"/>
    <w:rsid w:val="008671B2"/>
    <w:rsid w:val="00870700"/>
    <w:rsid w:val="00872048"/>
    <w:rsid w:val="008747CC"/>
    <w:rsid w:val="00880E81"/>
    <w:rsid w:val="008836D7"/>
    <w:rsid w:val="00885191"/>
    <w:rsid w:val="008853D1"/>
    <w:rsid w:val="00885DFB"/>
    <w:rsid w:val="008920A1"/>
    <w:rsid w:val="008A012F"/>
    <w:rsid w:val="008A150D"/>
    <w:rsid w:val="008A39C1"/>
    <w:rsid w:val="008B2CC3"/>
    <w:rsid w:val="008B683B"/>
    <w:rsid w:val="008C0D5E"/>
    <w:rsid w:val="008C3411"/>
    <w:rsid w:val="008C3C3F"/>
    <w:rsid w:val="008C52DF"/>
    <w:rsid w:val="008D0946"/>
    <w:rsid w:val="008F389F"/>
    <w:rsid w:val="008F3D26"/>
    <w:rsid w:val="008F5A94"/>
    <w:rsid w:val="00901A7D"/>
    <w:rsid w:val="00917D01"/>
    <w:rsid w:val="009205D4"/>
    <w:rsid w:val="009246AC"/>
    <w:rsid w:val="009302FF"/>
    <w:rsid w:val="0093181A"/>
    <w:rsid w:val="009359AA"/>
    <w:rsid w:val="00955E75"/>
    <w:rsid w:val="0096215A"/>
    <w:rsid w:val="009625CF"/>
    <w:rsid w:val="00965EC2"/>
    <w:rsid w:val="009672F2"/>
    <w:rsid w:val="00972BF6"/>
    <w:rsid w:val="00974D3F"/>
    <w:rsid w:val="009868B0"/>
    <w:rsid w:val="00991A13"/>
    <w:rsid w:val="009A1D45"/>
    <w:rsid w:val="009A2C7A"/>
    <w:rsid w:val="009A444A"/>
    <w:rsid w:val="009A5D80"/>
    <w:rsid w:val="009B4DC4"/>
    <w:rsid w:val="009C122E"/>
    <w:rsid w:val="009C3E4A"/>
    <w:rsid w:val="009C4935"/>
    <w:rsid w:val="009C5B00"/>
    <w:rsid w:val="009D21C0"/>
    <w:rsid w:val="009D2C85"/>
    <w:rsid w:val="009E1743"/>
    <w:rsid w:val="009E23EA"/>
    <w:rsid w:val="009E3118"/>
    <w:rsid w:val="009F34D2"/>
    <w:rsid w:val="00A001E9"/>
    <w:rsid w:val="00A008DD"/>
    <w:rsid w:val="00A16A42"/>
    <w:rsid w:val="00A22C7E"/>
    <w:rsid w:val="00A2522F"/>
    <w:rsid w:val="00A2752E"/>
    <w:rsid w:val="00A311F2"/>
    <w:rsid w:val="00A31D66"/>
    <w:rsid w:val="00A33C08"/>
    <w:rsid w:val="00A52014"/>
    <w:rsid w:val="00A5204D"/>
    <w:rsid w:val="00A60707"/>
    <w:rsid w:val="00A6084B"/>
    <w:rsid w:val="00A74FB9"/>
    <w:rsid w:val="00A76320"/>
    <w:rsid w:val="00A76E20"/>
    <w:rsid w:val="00A8391C"/>
    <w:rsid w:val="00A864F4"/>
    <w:rsid w:val="00A90563"/>
    <w:rsid w:val="00A964BF"/>
    <w:rsid w:val="00AA3595"/>
    <w:rsid w:val="00AB0A0F"/>
    <w:rsid w:val="00AB2171"/>
    <w:rsid w:val="00AB4EDA"/>
    <w:rsid w:val="00AB5620"/>
    <w:rsid w:val="00AB5CD8"/>
    <w:rsid w:val="00AC4F06"/>
    <w:rsid w:val="00AD5870"/>
    <w:rsid w:val="00AE198D"/>
    <w:rsid w:val="00AE4FBE"/>
    <w:rsid w:val="00AE5A75"/>
    <w:rsid w:val="00AE7BC3"/>
    <w:rsid w:val="00AF2D45"/>
    <w:rsid w:val="00AF7725"/>
    <w:rsid w:val="00B01E19"/>
    <w:rsid w:val="00B05DC1"/>
    <w:rsid w:val="00B05F8A"/>
    <w:rsid w:val="00B1025D"/>
    <w:rsid w:val="00B2641F"/>
    <w:rsid w:val="00B3506B"/>
    <w:rsid w:val="00B370A6"/>
    <w:rsid w:val="00B370C8"/>
    <w:rsid w:val="00B3745D"/>
    <w:rsid w:val="00B40793"/>
    <w:rsid w:val="00B40F7A"/>
    <w:rsid w:val="00B4662B"/>
    <w:rsid w:val="00B50BC1"/>
    <w:rsid w:val="00B564F7"/>
    <w:rsid w:val="00B572DC"/>
    <w:rsid w:val="00B62C4F"/>
    <w:rsid w:val="00B65BEC"/>
    <w:rsid w:val="00B72E19"/>
    <w:rsid w:val="00B73C38"/>
    <w:rsid w:val="00B81CA4"/>
    <w:rsid w:val="00B83DE5"/>
    <w:rsid w:val="00B84C9C"/>
    <w:rsid w:val="00B90DA4"/>
    <w:rsid w:val="00B946F9"/>
    <w:rsid w:val="00BA29B4"/>
    <w:rsid w:val="00BA3275"/>
    <w:rsid w:val="00BA3713"/>
    <w:rsid w:val="00BB5AAE"/>
    <w:rsid w:val="00BB769B"/>
    <w:rsid w:val="00BC526D"/>
    <w:rsid w:val="00BE14D5"/>
    <w:rsid w:val="00BE4CD0"/>
    <w:rsid w:val="00BE75E2"/>
    <w:rsid w:val="00BF2B06"/>
    <w:rsid w:val="00C0717F"/>
    <w:rsid w:val="00C07AA6"/>
    <w:rsid w:val="00C10447"/>
    <w:rsid w:val="00C15E73"/>
    <w:rsid w:val="00C213EB"/>
    <w:rsid w:val="00C276D7"/>
    <w:rsid w:val="00C318BB"/>
    <w:rsid w:val="00C32196"/>
    <w:rsid w:val="00C4384F"/>
    <w:rsid w:val="00C45CC2"/>
    <w:rsid w:val="00C46E39"/>
    <w:rsid w:val="00C51452"/>
    <w:rsid w:val="00C54116"/>
    <w:rsid w:val="00C67426"/>
    <w:rsid w:val="00C67E6D"/>
    <w:rsid w:val="00C70C29"/>
    <w:rsid w:val="00C72C26"/>
    <w:rsid w:val="00C74385"/>
    <w:rsid w:val="00C76FD8"/>
    <w:rsid w:val="00C8015D"/>
    <w:rsid w:val="00C84A61"/>
    <w:rsid w:val="00C853DC"/>
    <w:rsid w:val="00C9158E"/>
    <w:rsid w:val="00CA561C"/>
    <w:rsid w:val="00CA59F8"/>
    <w:rsid w:val="00CD0885"/>
    <w:rsid w:val="00CD610E"/>
    <w:rsid w:val="00CE0F62"/>
    <w:rsid w:val="00CE5015"/>
    <w:rsid w:val="00CE6465"/>
    <w:rsid w:val="00CF1E69"/>
    <w:rsid w:val="00CF41AF"/>
    <w:rsid w:val="00D0019C"/>
    <w:rsid w:val="00D02A12"/>
    <w:rsid w:val="00D04DCA"/>
    <w:rsid w:val="00D12513"/>
    <w:rsid w:val="00D17117"/>
    <w:rsid w:val="00D33F03"/>
    <w:rsid w:val="00D356EC"/>
    <w:rsid w:val="00D445DF"/>
    <w:rsid w:val="00D44AC5"/>
    <w:rsid w:val="00D50223"/>
    <w:rsid w:val="00D508CC"/>
    <w:rsid w:val="00D62426"/>
    <w:rsid w:val="00D66AFD"/>
    <w:rsid w:val="00D732BF"/>
    <w:rsid w:val="00D76EE2"/>
    <w:rsid w:val="00DA25DC"/>
    <w:rsid w:val="00DA315D"/>
    <w:rsid w:val="00DC3424"/>
    <w:rsid w:val="00DE43B9"/>
    <w:rsid w:val="00DE487E"/>
    <w:rsid w:val="00DF3FF0"/>
    <w:rsid w:val="00E03696"/>
    <w:rsid w:val="00E03EB5"/>
    <w:rsid w:val="00E046ED"/>
    <w:rsid w:val="00E050E5"/>
    <w:rsid w:val="00E23F3F"/>
    <w:rsid w:val="00E31053"/>
    <w:rsid w:val="00E37365"/>
    <w:rsid w:val="00E515B3"/>
    <w:rsid w:val="00E537BA"/>
    <w:rsid w:val="00E54844"/>
    <w:rsid w:val="00E56800"/>
    <w:rsid w:val="00E61985"/>
    <w:rsid w:val="00E672BC"/>
    <w:rsid w:val="00E7138B"/>
    <w:rsid w:val="00E847DD"/>
    <w:rsid w:val="00E84CEC"/>
    <w:rsid w:val="00E87FE5"/>
    <w:rsid w:val="00E94D39"/>
    <w:rsid w:val="00E97BA9"/>
    <w:rsid w:val="00EB2238"/>
    <w:rsid w:val="00ED01F3"/>
    <w:rsid w:val="00ED16E7"/>
    <w:rsid w:val="00EE223A"/>
    <w:rsid w:val="00EE23DE"/>
    <w:rsid w:val="00EE2787"/>
    <w:rsid w:val="00EE29DB"/>
    <w:rsid w:val="00EE474B"/>
    <w:rsid w:val="00EE5A8C"/>
    <w:rsid w:val="00EE5FC4"/>
    <w:rsid w:val="00EE6FB2"/>
    <w:rsid w:val="00EF25C4"/>
    <w:rsid w:val="00EF6B22"/>
    <w:rsid w:val="00EF7539"/>
    <w:rsid w:val="00F05BFC"/>
    <w:rsid w:val="00F10D70"/>
    <w:rsid w:val="00F11FC4"/>
    <w:rsid w:val="00F16072"/>
    <w:rsid w:val="00F16559"/>
    <w:rsid w:val="00F209B6"/>
    <w:rsid w:val="00F2155A"/>
    <w:rsid w:val="00F418CC"/>
    <w:rsid w:val="00F45ABC"/>
    <w:rsid w:val="00F62F4A"/>
    <w:rsid w:val="00F674FA"/>
    <w:rsid w:val="00F87A27"/>
    <w:rsid w:val="00F91ACA"/>
    <w:rsid w:val="00FA0A97"/>
    <w:rsid w:val="00FA76CE"/>
    <w:rsid w:val="00FC51B7"/>
    <w:rsid w:val="00FC5E1E"/>
    <w:rsid w:val="00FD3048"/>
    <w:rsid w:val="00FD3CC7"/>
    <w:rsid w:val="00FD4D46"/>
    <w:rsid w:val="00FF0979"/>
    <w:rsid w:val="00FF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7E0B9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Bullet1">
    <w:name w:val="Bullet 1"/>
    <w:basedOn w:val="Normal"/>
    <w:qFormat/>
    <w:rsid w:val="00C45CC2"/>
    <w:pPr>
      <w:numPr>
        <w:numId w:val="1"/>
      </w:numPr>
      <w:spacing w:line="276" w:lineRule="auto"/>
      <w:contextualSpacing/>
    </w:pPr>
    <w:rPr>
      <w:rFonts w:ascii="Georgia" w:eastAsia="Georgia" w:hAnsi="Georgia" w:cs="Georgia"/>
      <w:sz w:val="20"/>
      <w:szCs w:val="20"/>
      <w:lang w:eastAsia="ja-JP"/>
    </w:rPr>
  </w:style>
  <w:style w:type="paragraph" w:styleId="BalloonText">
    <w:name w:val="Balloon Text"/>
    <w:basedOn w:val="Normal"/>
    <w:semiHidden/>
    <w:rsid w:val="00880E8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246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semiHidden/>
    <w:rsid w:val="007E0B9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HPHNumberedList">
    <w:name w:val="HPH_Numbered List"/>
    <w:basedOn w:val="Bullet1"/>
    <w:rsid w:val="00CF1E69"/>
    <w:pPr>
      <w:numPr>
        <w:numId w:val="12"/>
      </w:numPr>
      <w:spacing w:before="100" w:after="100" w:line="240" w:lineRule="auto"/>
      <w:ind w:left="748" w:hanging="374"/>
      <w:contextualSpacing w:val="0"/>
    </w:pPr>
    <w:rPr>
      <w:rFonts w:ascii="Arial" w:hAnsi="Arial" w:cs="Arial"/>
      <w:color w:val="000000"/>
    </w:rPr>
  </w:style>
  <w:style w:type="paragraph" w:styleId="Header">
    <w:name w:val="header"/>
    <w:basedOn w:val="Normal"/>
    <w:link w:val="HeaderChar"/>
    <w:rsid w:val="001655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655CB"/>
    <w:rPr>
      <w:sz w:val="24"/>
      <w:szCs w:val="24"/>
    </w:rPr>
  </w:style>
  <w:style w:type="paragraph" w:styleId="Footer">
    <w:name w:val="footer"/>
    <w:basedOn w:val="Normal"/>
    <w:link w:val="FooterChar"/>
    <w:rsid w:val="001655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1655C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ecarr</dc:creator>
  <cp:keywords/>
  <cp:lastModifiedBy>Jason.bashura</cp:lastModifiedBy>
  <cp:revision>2</cp:revision>
  <dcterms:created xsi:type="dcterms:W3CDTF">2011-06-15T14:49:00Z</dcterms:created>
  <dcterms:modified xsi:type="dcterms:W3CDTF">2011-06-15T14:49:00Z</dcterms:modified>
</cp:coreProperties>
</file>